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C0B" w:rsidRDefault="008C365C" w:rsidP="0094583F">
      <w:pPr>
        <w:jc w:val="center"/>
      </w:pPr>
      <w:r>
        <w:rPr>
          <w:rFonts w:ascii="MS Sans Serif" w:hAnsi="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49.5pt;visibility:visible">
            <v:imagedata r:id="rId5" o:title="" grayscale="t" bilevel="t"/>
          </v:shape>
        </w:pict>
      </w:r>
    </w:p>
    <w:p w:rsidR="008A4C0B" w:rsidRDefault="008A4C0B" w:rsidP="0094583F">
      <w:pPr>
        <w:jc w:val="center"/>
        <w:rPr>
          <w:b/>
          <w:bCs/>
          <w:shadow/>
          <w:sz w:val="20"/>
          <w:szCs w:val="20"/>
        </w:rPr>
      </w:pPr>
    </w:p>
    <w:p w:rsidR="008A4C0B" w:rsidRDefault="008A4C0B" w:rsidP="0094583F">
      <w:pPr>
        <w:pStyle w:val="a3"/>
        <w:jc w:val="center"/>
        <w:rPr>
          <w:b/>
          <w:sz w:val="28"/>
          <w:szCs w:val="28"/>
        </w:rPr>
      </w:pPr>
      <w:r>
        <w:rPr>
          <w:b/>
          <w:sz w:val="28"/>
          <w:szCs w:val="28"/>
        </w:rPr>
        <w:t>БУЧАНСЬКА     МІСЬКА      РАДА</w:t>
      </w:r>
    </w:p>
    <w:p w:rsidR="008A4C0B" w:rsidRDefault="008A4C0B" w:rsidP="0094583F">
      <w:pPr>
        <w:pStyle w:val="2"/>
        <w:pBdr>
          <w:bottom w:val="single" w:sz="12" w:space="1" w:color="auto"/>
        </w:pBdr>
      </w:pPr>
      <w:r>
        <w:t>КИЇВСЬКОЇ ОБЛАСТІ</w:t>
      </w:r>
    </w:p>
    <w:p w:rsidR="008A4C0B" w:rsidRDefault="008A4C0B"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A4C0B" w:rsidRDefault="008A4C0B"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8A4C0B" w:rsidRPr="004F4B66" w:rsidRDefault="008A4C0B" w:rsidP="0094583F">
      <w:pPr>
        <w:rPr>
          <w:bCs/>
        </w:rPr>
      </w:pPr>
      <w:r>
        <w:rPr>
          <w:bCs/>
          <w:u w:val="single"/>
        </w:rPr>
        <w:t>« 20</w:t>
      </w:r>
      <w:r w:rsidRPr="004F4B66">
        <w:rPr>
          <w:bCs/>
          <w:u w:val="single"/>
        </w:rPr>
        <w:t xml:space="preserve"> »_</w:t>
      </w:r>
      <w:r>
        <w:rPr>
          <w:bCs/>
          <w:u w:val="single"/>
        </w:rPr>
        <w:t>червня</w:t>
      </w:r>
      <w:r w:rsidRPr="004F4B66">
        <w:rPr>
          <w:bCs/>
        </w:rPr>
        <w:t>_</w:t>
      </w:r>
      <w:r w:rsidRPr="004F4B66">
        <w:rPr>
          <w:bCs/>
          <w:u w:val="single"/>
        </w:rPr>
        <w:t>201</w:t>
      </w:r>
      <w:r>
        <w:rPr>
          <w:bCs/>
          <w:u w:val="single"/>
        </w:rPr>
        <w:t>7</w:t>
      </w:r>
      <w:r>
        <w:rPr>
          <w:bCs/>
          <w:u w:val="single"/>
          <w:lang w:val="ru-RU"/>
        </w:rPr>
        <w:t xml:space="preserve"> </w:t>
      </w:r>
      <w:r w:rsidRPr="004F4B66">
        <w:rPr>
          <w:bCs/>
          <w:u w:val="single"/>
        </w:rPr>
        <w:t>року</w:t>
      </w:r>
      <w:r w:rsidRPr="004F4B66">
        <w:rPr>
          <w:bCs/>
        </w:rPr>
        <w:t xml:space="preserve">                                                                </w:t>
      </w:r>
      <w:r w:rsidR="008C365C">
        <w:rPr>
          <w:bCs/>
        </w:rPr>
        <w:t xml:space="preserve">                      </w:t>
      </w:r>
      <w:bookmarkStart w:id="0" w:name="_GoBack"/>
      <w:bookmarkEnd w:id="0"/>
      <w:r w:rsidRPr="004F4B66">
        <w:rPr>
          <w:bCs/>
        </w:rPr>
        <w:t xml:space="preserve">                    №_</w:t>
      </w:r>
      <w:r w:rsidR="002D5140">
        <w:rPr>
          <w:bCs/>
          <w:u w:val="single"/>
        </w:rPr>
        <w:t>394</w:t>
      </w:r>
      <w:r w:rsidRPr="004F4B66">
        <w:rPr>
          <w:bCs/>
          <w:u w:val="single"/>
          <w:lang w:val="ru-RU"/>
        </w:rPr>
        <w:t>_</w:t>
      </w:r>
      <w:r w:rsidRPr="004F4B66">
        <w:rPr>
          <w:bCs/>
        </w:rPr>
        <w:t>_</w:t>
      </w:r>
    </w:p>
    <w:p w:rsidR="008A4C0B" w:rsidRPr="0052468D" w:rsidRDefault="008A4C0B" w:rsidP="0094583F">
      <w:pPr>
        <w:pStyle w:val="a9"/>
        <w:jc w:val="left"/>
        <w:rPr>
          <w:b/>
          <w:sz w:val="16"/>
          <w:szCs w:val="16"/>
        </w:rPr>
      </w:pPr>
    </w:p>
    <w:p w:rsidR="008A4C0B" w:rsidRDefault="008A4C0B" w:rsidP="00AE1D76">
      <w:pPr>
        <w:rPr>
          <w:b/>
          <w:sz w:val="22"/>
          <w:szCs w:val="22"/>
        </w:rPr>
      </w:pPr>
      <w:r w:rsidRPr="00BF087F">
        <w:rPr>
          <w:b/>
          <w:sz w:val="22"/>
          <w:szCs w:val="22"/>
        </w:rPr>
        <w:t xml:space="preserve">Про   підсумки   </w:t>
      </w:r>
      <w:r>
        <w:rPr>
          <w:b/>
          <w:sz w:val="22"/>
          <w:szCs w:val="22"/>
        </w:rPr>
        <w:t>проходження опалювального</w:t>
      </w:r>
    </w:p>
    <w:p w:rsidR="008A4C0B" w:rsidRDefault="008A4C0B" w:rsidP="007A3F74">
      <w:pPr>
        <w:rPr>
          <w:b/>
          <w:sz w:val="22"/>
          <w:szCs w:val="22"/>
        </w:rPr>
      </w:pPr>
      <w:r>
        <w:rPr>
          <w:b/>
          <w:sz w:val="22"/>
          <w:szCs w:val="22"/>
        </w:rPr>
        <w:t xml:space="preserve">сезону </w:t>
      </w:r>
      <w:r w:rsidRPr="00BF087F">
        <w:rPr>
          <w:b/>
          <w:sz w:val="22"/>
          <w:szCs w:val="22"/>
        </w:rPr>
        <w:t>201</w:t>
      </w:r>
      <w:r>
        <w:rPr>
          <w:b/>
          <w:sz w:val="22"/>
          <w:szCs w:val="22"/>
          <w:lang w:val="ru-RU"/>
        </w:rPr>
        <w:t>6</w:t>
      </w:r>
      <w:r w:rsidRPr="00BF087F">
        <w:rPr>
          <w:b/>
          <w:sz w:val="22"/>
          <w:szCs w:val="22"/>
        </w:rPr>
        <w:t xml:space="preserve"> /201</w:t>
      </w:r>
      <w:r>
        <w:rPr>
          <w:b/>
          <w:sz w:val="22"/>
          <w:szCs w:val="22"/>
          <w:lang w:val="ru-RU"/>
        </w:rPr>
        <w:t>7</w:t>
      </w:r>
      <w:r w:rsidRPr="00BF087F">
        <w:rPr>
          <w:b/>
          <w:sz w:val="22"/>
          <w:szCs w:val="22"/>
          <w:lang w:val="ru-RU"/>
        </w:rPr>
        <w:t xml:space="preserve"> </w:t>
      </w:r>
      <w:r>
        <w:rPr>
          <w:b/>
          <w:sz w:val="22"/>
          <w:szCs w:val="22"/>
        </w:rPr>
        <w:t>років</w:t>
      </w:r>
      <w:r w:rsidRPr="00BF087F">
        <w:rPr>
          <w:b/>
          <w:sz w:val="22"/>
          <w:szCs w:val="22"/>
        </w:rPr>
        <w:t xml:space="preserve">   та  </w:t>
      </w:r>
      <w:r>
        <w:rPr>
          <w:b/>
          <w:sz w:val="22"/>
          <w:szCs w:val="22"/>
        </w:rPr>
        <w:t>організацію підготовки</w:t>
      </w:r>
    </w:p>
    <w:p w:rsidR="008A4C0B" w:rsidRPr="00BF087F" w:rsidRDefault="008A4C0B" w:rsidP="007A3F74">
      <w:pPr>
        <w:rPr>
          <w:b/>
          <w:sz w:val="22"/>
          <w:szCs w:val="22"/>
        </w:rPr>
      </w:pPr>
      <w:r w:rsidRPr="00BF087F">
        <w:rPr>
          <w:b/>
          <w:sz w:val="22"/>
          <w:szCs w:val="22"/>
        </w:rPr>
        <w:t xml:space="preserve">господарського комплексу та об’єктів соціально-культурного </w:t>
      </w:r>
    </w:p>
    <w:p w:rsidR="008A4C0B" w:rsidRPr="00BF087F" w:rsidRDefault="008A4C0B" w:rsidP="007A3F74">
      <w:pPr>
        <w:rPr>
          <w:b/>
          <w:sz w:val="22"/>
          <w:szCs w:val="22"/>
        </w:rPr>
      </w:pPr>
      <w:r w:rsidRPr="00BF087F">
        <w:rPr>
          <w:b/>
          <w:sz w:val="22"/>
          <w:szCs w:val="22"/>
        </w:rPr>
        <w:t>призначення м. Буча до роботи в осінньо-зимовий</w:t>
      </w:r>
    </w:p>
    <w:p w:rsidR="008A4C0B" w:rsidRPr="00BF087F" w:rsidRDefault="008A4C0B" w:rsidP="002F6D57">
      <w:pPr>
        <w:rPr>
          <w:b/>
          <w:sz w:val="22"/>
          <w:szCs w:val="22"/>
        </w:rPr>
      </w:pPr>
      <w:r w:rsidRPr="00BF087F">
        <w:rPr>
          <w:b/>
          <w:sz w:val="22"/>
          <w:szCs w:val="22"/>
        </w:rPr>
        <w:t>період 201</w:t>
      </w:r>
      <w:r>
        <w:rPr>
          <w:b/>
          <w:sz w:val="22"/>
          <w:szCs w:val="22"/>
        </w:rPr>
        <w:t>7</w:t>
      </w:r>
      <w:r w:rsidRPr="00BF087F">
        <w:rPr>
          <w:b/>
          <w:sz w:val="22"/>
          <w:szCs w:val="22"/>
        </w:rPr>
        <w:t>/201</w:t>
      </w:r>
      <w:r>
        <w:rPr>
          <w:b/>
          <w:sz w:val="22"/>
          <w:szCs w:val="22"/>
        </w:rPr>
        <w:t>8 років</w:t>
      </w:r>
    </w:p>
    <w:p w:rsidR="008A4C0B" w:rsidRPr="00BF087F" w:rsidRDefault="008A4C0B" w:rsidP="002F6D57">
      <w:pPr>
        <w:rPr>
          <w:b/>
          <w:sz w:val="22"/>
          <w:szCs w:val="22"/>
        </w:rPr>
      </w:pPr>
    </w:p>
    <w:p w:rsidR="008A4C0B" w:rsidRPr="00F1012A" w:rsidRDefault="008A4C0B" w:rsidP="00BF087F">
      <w:pPr>
        <w:ind w:firstLine="567"/>
        <w:jc w:val="both"/>
      </w:pPr>
      <w:r>
        <w:t xml:space="preserve">Відповідно до </w:t>
      </w:r>
      <w:r>
        <w:rPr>
          <w:szCs w:val="28"/>
        </w:rPr>
        <w:t xml:space="preserve">Законів України «Про місцеве самоврядування в Україні», «Про житлово-комунальні послуги», «Про теплопостачання», Правил підготовки теплових господарств до опалювального періоду, затверджених наказом Міністерства палива та енергетики України, Міністерства з питань житлово-комунального господарства України від 10 грудня 2008 року № 620/378, зареєстрованим в Міністерстві юстиції України 31 грудня 2008 року за № 1310/16001, </w:t>
      </w:r>
      <w:r>
        <w:t xml:space="preserve">враховуючи інформацію  завідувача відділом житлово-комунального господарства Докай О.А. про підсумки проходження опалювального періоду 2015-2016 р.р. </w:t>
      </w:r>
      <w:r w:rsidRPr="00F1012A">
        <w:t xml:space="preserve">та про </w:t>
      </w:r>
      <w:r>
        <w:t>організацію підготовки</w:t>
      </w:r>
      <w:r w:rsidRPr="00F1012A">
        <w:t xml:space="preserve"> господарського комплексу та об’єктів </w:t>
      </w:r>
      <w:r>
        <w:t>соціально-культурного призначення м. </w:t>
      </w:r>
      <w:r w:rsidRPr="00F1012A">
        <w:t>Б</w:t>
      </w:r>
      <w:r>
        <w:t xml:space="preserve">уча до роботи в осінньо-зимовий </w:t>
      </w:r>
      <w:r w:rsidRPr="00F1012A">
        <w:t>період 201</w:t>
      </w:r>
      <w:r>
        <w:rPr>
          <w:lang w:val="ru-RU"/>
        </w:rPr>
        <w:t>6</w:t>
      </w:r>
      <w:r w:rsidRPr="00F1012A">
        <w:t>/201</w:t>
      </w:r>
      <w:r>
        <w:rPr>
          <w:lang w:val="ru-RU"/>
        </w:rPr>
        <w:t>7</w:t>
      </w:r>
      <w:r>
        <w:t xml:space="preserve">  років, з метою  забезпечення стабільної роботи підприємств житлово – комунального господарства, паливно-енергетичного комплексу та об’єктів соціальної сфери м. Буча в умовах осінньо-зимового періоду 2016/2017 років виконавчий комітет Бучанської міської ради</w:t>
      </w:r>
    </w:p>
    <w:p w:rsidR="008A4C0B" w:rsidRPr="006A0B63" w:rsidRDefault="008A4C0B" w:rsidP="002F6D57">
      <w:pPr>
        <w:pStyle w:val="2"/>
        <w:jc w:val="both"/>
        <w:rPr>
          <w:sz w:val="10"/>
          <w:szCs w:val="10"/>
        </w:rPr>
      </w:pPr>
    </w:p>
    <w:p w:rsidR="008A4C0B" w:rsidRDefault="008A4C0B" w:rsidP="002F6D57">
      <w:pPr>
        <w:pStyle w:val="2"/>
        <w:jc w:val="both"/>
        <w:rPr>
          <w:sz w:val="24"/>
        </w:rPr>
      </w:pPr>
      <w:r>
        <w:rPr>
          <w:sz w:val="24"/>
        </w:rPr>
        <w:t>ВИРІШИВ :</w:t>
      </w:r>
    </w:p>
    <w:p w:rsidR="008A4C0B" w:rsidRPr="006A0B63" w:rsidRDefault="008A4C0B" w:rsidP="002F6D57">
      <w:pPr>
        <w:ind w:firstLine="708"/>
        <w:jc w:val="both"/>
        <w:rPr>
          <w:sz w:val="10"/>
          <w:szCs w:val="10"/>
        </w:rPr>
      </w:pPr>
    </w:p>
    <w:p w:rsidR="008A4C0B" w:rsidRDefault="008A4C0B" w:rsidP="001043D9">
      <w:pPr>
        <w:tabs>
          <w:tab w:val="left" w:pos="993"/>
        </w:tabs>
        <w:ind w:firstLine="567"/>
        <w:jc w:val="both"/>
      </w:pPr>
      <w:r>
        <w:t>1. Інформацію   завідувача відділом житлово-комунального господарства Докай О.А. про підсумки роботи підприємств житлово-комунального господарства в осінньо-зимовий період 2016-2017 рр. в м. Буча взяти до відома (додаток 1).</w:t>
      </w:r>
    </w:p>
    <w:p w:rsidR="008A4C0B" w:rsidRDefault="008A4C0B" w:rsidP="001043D9">
      <w:pPr>
        <w:tabs>
          <w:tab w:val="left" w:pos="993"/>
        </w:tabs>
        <w:ind w:firstLine="567"/>
        <w:jc w:val="both"/>
      </w:pPr>
      <w:r>
        <w:t>2.</w:t>
      </w:r>
      <w:r w:rsidRPr="001043D9">
        <w:rPr>
          <w:lang w:val="ru-RU"/>
        </w:rPr>
        <w:t xml:space="preserve"> </w:t>
      </w:r>
      <w:r>
        <w:t>Стан проходження  опалювального сезону 201</w:t>
      </w:r>
      <w:r>
        <w:rPr>
          <w:lang w:val="ru-RU"/>
        </w:rPr>
        <w:t>6</w:t>
      </w:r>
      <w:r>
        <w:t>-201</w:t>
      </w:r>
      <w:r>
        <w:rPr>
          <w:lang w:val="ru-RU"/>
        </w:rPr>
        <w:t>7</w:t>
      </w:r>
      <w:r>
        <w:t xml:space="preserve"> рр. в м. Буча визнати задовільним.</w:t>
      </w:r>
    </w:p>
    <w:p w:rsidR="008A4C0B" w:rsidRDefault="008A4C0B" w:rsidP="00924B40">
      <w:pPr>
        <w:tabs>
          <w:tab w:val="left" w:pos="851"/>
        </w:tabs>
        <w:ind w:firstLine="567"/>
        <w:jc w:val="both"/>
      </w:pPr>
      <w:r>
        <w:t xml:space="preserve">3. Затвердити склад міського оперативного штабу для організації підготовки господарського комплексу та соціальної сфери до роботи в опалювальний сезон 2017-2018рр. та контролю за проходженням опалювального сезону 2017-2018 рр. (додаток 2). </w:t>
      </w:r>
    </w:p>
    <w:p w:rsidR="008A4C0B" w:rsidRDefault="008A4C0B" w:rsidP="009F1407">
      <w:pPr>
        <w:tabs>
          <w:tab w:val="left" w:pos="851"/>
        </w:tabs>
        <w:ind w:firstLine="567"/>
        <w:jc w:val="both"/>
      </w:pPr>
      <w:r>
        <w:t xml:space="preserve">4. До 01.07.2016р. провести наради з керівниками підприємств, установ та організацій усіх форм власності з питань виконання запланованих заходів та затвердити графіки виконання робіт з підготовки об'єктів господарського комплексу до роботи в осінньо-зимовий період 2017-2018 рр. </w:t>
      </w:r>
    </w:p>
    <w:p w:rsidR="008A4C0B" w:rsidRDefault="008A4C0B" w:rsidP="009F1407">
      <w:pPr>
        <w:tabs>
          <w:tab w:val="left" w:pos="851"/>
        </w:tabs>
        <w:ind w:firstLine="567"/>
        <w:jc w:val="both"/>
      </w:pPr>
      <w:r>
        <w:t>5. Керівникам підприємств, установ, організацій:</w:t>
      </w:r>
    </w:p>
    <w:p w:rsidR="008A4C0B" w:rsidRDefault="008A4C0B" w:rsidP="009F1407">
      <w:pPr>
        <w:tabs>
          <w:tab w:val="left" w:pos="851"/>
        </w:tabs>
        <w:ind w:firstLine="567"/>
        <w:jc w:val="both"/>
      </w:pPr>
      <w:r>
        <w:t>5.1 Забезпечити контроль за безумовним виконанням вимог та положень Правил підготовки теплових господарств до опалювального періоду,</w:t>
      </w:r>
      <w:r w:rsidRPr="00924B40">
        <w:rPr>
          <w:szCs w:val="28"/>
        </w:rPr>
        <w:t xml:space="preserve"> </w:t>
      </w:r>
      <w:r>
        <w:rPr>
          <w:szCs w:val="28"/>
        </w:rPr>
        <w:t>затверджених наказом Міністерства палива та енергетики України, Міністерства з питань житлово-комунального господарства України від 10 грудня 2008 року № 620/378</w:t>
      </w:r>
      <w:r>
        <w:t>;</w:t>
      </w:r>
    </w:p>
    <w:p w:rsidR="008A4C0B" w:rsidRDefault="008A4C0B" w:rsidP="00535C05">
      <w:pPr>
        <w:tabs>
          <w:tab w:val="left" w:pos="851"/>
        </w:tabs>
        <w:ind w:firstLine="567"/>
        <w:jc w:val="both"/>
      </w:pPr>
      <w:r>
        <w:t xml:space="preserve">5.2 Забезпечити підготовку об'єктів до роботи в осінньо-зимовий період 2017-2018рр. відповідно до затверджених планів, складених за результатами весняного обстеження об'єктів;  </w:t>
      </w:r>
    </w:p>
    <w:p w:rsidR="008A4C0B" w:rsidRDefault="008A4C0B" w:rsidP="00535C05">
      <w:pPr>
        <w:tabs>
          <w:tab w:val="left" w:pos="851"/>
        </w:tabs>
        <w:ind w:firstLine="567"/>
        <w:jc w:val="both"/>
      </w:pPr>
      <w:r>
        <w:t xml:space="preserve">5.3 Спланувати та затвердити заходи з енергозбереження; </w:t>
      </w:r>
    </w:p>
    <w:p w:rsidR="008A4C0B" w:rsidRDefault="008A4C0B" w:rsidP="00535C05">
      <w:pPr>
        <w:tabs>
          <w:tab w:val="left" w:pos="851"/>
        </w:tabs>
        <w:ind w:firstLine="567"/>
        <w:jc w:val="both"/>
      </w:pPr>
      <w:r>
        <w:t xml:space="preserve">5.4 Своїми наказами визначити відповідальних осіб за підготовку об'єктів до роботи в осінньо-зимовий період 2017-2018рр. та виконання заходів з енергозбереження. </w:t>
      </w:r>
    </w:p>
    <w:p w:rsidR="008A4C0B" w:rsidRDefault="008A4C0B" w:rsidP="00535C05">
      <w:pPr>
        <w:tabs>
          <w:tab w:val="left" w:pos="851"/>
        </w:tabs>
        <w:ind w:firstLine="567"/>
        <w:jc w:val="both"/>
      </w:pPr>
      <w:r>
        <w:t>6. Керівникам підприємств житлово-комунального господарства:</w:t>
      </w:r>
    </w:p>
    <w:p w:rsidR="008A4C0B" w:rsidRDefault="008A4C0B" w:rsidP="00535C05">
      <w:pPr>
        <w:tabs>
          <w:tab w:val="left" w:pos="851"/>
        </w:tabs>
        <w:ind w:firstLine="567"/>
        <w:jc w:val="both"/>
      </w:pPr>
      <w:r>
        <w:lastRenderedPageBreak/>
        <w:t xml:space="preserve">6.1 Забезпечити своєчасне коригування тарифів на житлово- комунальні послуги з метою повного відшкодування витрат на їх виробництво; </w:t>
      </w:r>
    </w:p>
    <w:p w:rsidR="008A4C0B" w:rsidRDefault="008A4C0B" w:rsidP="00535C05">
      <w:pPr>
        <w:tabs>
          <w:tab w:val="left" w:pos="851"/>
        </w:tabs>
        <w:ind w:firstLine="567"/>
        <w:jc w:val="both"/>
      </w:pPr>
      <w:r>
        <w:t>6.2 Забезпечити своєчасне укладання договорів на постачання природного газу, твердого палива та інших видів енергоносіїв, а також забезпечити технічну готовність наявної автодорожньої техніки для посипання протиожеледних матеріалів та прибирання снігу на вулично-дорожній мережі, провести закупівлю паливно-мастильних та посипкових матеріалів, запасних частин та іншого обладнання, необхідних для стабільного проходження  осінньо-зимового періоду 2017-2018рр.</w:t>
      </w:r>
    </w:p>
    <w:p w:rsidR="008A4C0B" w:rsidRDefault="008A4C0B" w:rsidP="00535C05">
      <w:pPr>
        <w:tabs>
          <w:tab w:val="left" w:pos="851"/>
        </w:tabs>
        <w:ind w:firstLine="567"/>
        <w:jc w:val="both"/>
      </w:pPr>
      <w:r>
        <w:t xml:space="preserve">6.3 Активізувати роботу підприємств з питань взаєморозрахунків та розрахунків за спожиті енергоносії; </w:t>
      </w:r>
    </w:p>
    <w:p w:rsidR="008A4C0B" w:rsidRDefault="008A4C0B" w:rsidP="00535C05">
      <w:pPr>
        <w:tabs>
          <w:tab w:val="left" w:pos="851"/>
        </w:tabs>
        <w:ind w:firstLine="567"/>
        <w:jc w:val="both"/>
      </w:pPr>
      <w:r>
        <w:t xml:space="preserve">6.4 Вжити додаткових заходів щодо підвищення рівня платежів за надані житлово-комунальні послуги, активізувати проведення претензійно-позовної роботи; </w:t>
      </w:r>
    </w:p>
    <w:p w:rsidR="008A4C0B" w:rsidRDefault="008A4C0B" w:rsidP="00535C05">
      <w:pPr>
        <w:tabs>
          <w:tab w:val="left" w:pos="851"/>
        </w:tabs>
        <w:ind w:firstLine="567"/>
        <w:jc w:val="both"/>
      </w:pPr>
      <w:r>
        <w:t>6.5. Організувати підготовку, перепідготовку навчання та перевірку знань персоналу, який здійснює експлуатацію та обслуговування об’єктів життєзабезпечення населення (електро-, тепло-, газо-, водопостачання та водовідведення).</w:t>
      </w:r>
    </w:p>
    <w:p w:rsidR="008A4C0B" w:rsidRDefault="008A4C0B" w:rsidP="00535C05">
      <w:pPr>
        <w:tabs>
          <w:tab w:val="left" w:pos="851"/>
        </w:tabs>
        <w:ind w:firstLine="567"/>
        <w:jc w:val="both"/>
      </w:pPr>
      <w:r>
        <w:t xml:space="preserve"> 7.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осінньо-зимовий період 2017-2018рр.,</w:t>
      </w:r>
      <w:r w:rsidRPr="001666C4">
        <w:t xml:space="preserve"> </w:t>
      </w:r>
      <w:r>
        <w:t xml:space="preserve">керівникам підприємств житлово-комунального господарства, начальнику відділу освіти Цимбалу О.І., </w:t>
      </w:r>
      <w:r w:rsidRPr="00DD100D">
        <w:t>головному лікарю Бучинському Л.Я.,</w:t>
      </w:r>
      <w:r>
        <w:t xml:space="preserve"> в.о. завідувача відділу культури та спорту Авдіюк С.В.. затвердити план заходів з підготовки до роботи в осінньо-зимовий період 2017-2018 рр. </w:t>
      </w:r>
    </w:p>
    <w:p w:rsidR="008A4C0B" w:rsidRDefault="008A4C0B" w:rsidP="00535C05">
      <w:pPr>
        <w:tabs>
          <w:tab w:val="left" w:pos="851"/>
        </w:tabs>
        <w:ind w:firstLine="567"/>
        <w:jc w:val="both"/>
      </w:pPr>
      <w:r>
        <w:t xml:space="preserve">7.1 До 1 жовтня 2017р. забезпечити виконання затверджених заходів. </w:t>
      </w:r>
    </w:p>
    <w:p w:rsidR="008A4C0B" w:rsidRDefault="008A4C0B" w:rsidP="00535C05">
      <w:pPr>
        <w:tabs>
          <w:tab w:val="left" w:pos="851"/>
        </w:tabs>
        <w:ind w:firstLine="567"/>
        <w:jc w:val="both"/>
      </w:pPr>
      <w:r>
        <w:t xml:space="preserve">7.2 З 20.06.2017р. по 15.10.2017р. двічі на місяць до 8 та 23 числа надавати інформацію про підготовку підпорядкованих об'єктів до відділу житлово-комунального господарства Бучанської міської ради. </w:t>
      </w:r>
    </w:p>
    <w:p w:rsidR="008A4C0B" w:rsidRDefault="008A4C0B" w:rsidP="00535C05">
      <w:pPr>
        <w:tabs>
          <w:tab w:val="left" w:pos="851"/>
        </w:tabs>
        <w:ind w:firstLine="567"/>
        <w:jc w:val="both"/>
      </w:pPr>
      <w:r>
        <w:t>8. Хід підготовки господарського комплексу та соціальної сфери міста до роботи в осінньо-зимовий період 2017-2018рр. розглянути на засіданні виконавчого комітету Бучанської міської ради у вересні 2017р.</w:t>
      </w:r>
    </w:p>
    <w:p w:rsidR="008A4C0B" w:rsidRDefault="008A4C0B" w:rsidP="001043D9">
      <w:pPr>
        <w:tabs>
          <w:tab w:val="left" w:pos="993"/>
        </w:tabs>
        <w:ind w:firstLine="567"/>
        <w:jc w:val="both"/>
        <w:rPr>
          <w:b/>
        </w:rPr>
      </w:pPr>
      <w:r>
        <w:t xml:space="preserve">9. Контроль за виконанням даного рішення покласти на заступника міського голови за напрямком діяльності </w:t>
      </w:r>
    </w:p>
    <w:p w:rsidR="008A4C0B" w:rsidRDefault="008A4C0B" w:rsidP="002F6D57">
      <w:pPr>
        <w:rPr>
          <w:b/>
        </w:rPr>
      </w:pPr>
    </w:p>
    <w:p w:rsidR="008A4C0B" w:rsidRDefault="008A4C0B" w:rsidP="002F6D57">
      <w:pPr>
        <w:rPr>
          <w:b/>
        </w:rPr>
      </w:pPr>
    </w:p>
    <w:p w:rsidR="008A4C0B" w:rsidRDefault="008A4C0B" w:rsidP="002F6D57">
      <w:pPr>
        <w:rPr>
          <w:b/>
        </w:rPr>
      </w:pPr>
    </w:p>
    <w:p w:rsidR="008A4C0B" w:rsidRDefault="008A4C0B" w:rsidP="002F6D57">
      <w:pPr>
        <w:rPr>
          <w:b/>
        </w:rPr>
      </w:pPr>
      <w:r>
        <w:rPr>
          <w:b/>
        </w:rPr>
        <w:t>Міський голова</w:t>
      </w:r>
      <w:r>
        <w:rPr>
          <w:b/>
        </w:rPr>
        <w:tab/>
      </w:r>
      <w:r>
        <w:rPr>
          <w:b/>
        </w:rPr>
        <w:tab/>
      </w:r>
      <w:r>
        <w:rPr>
          <w:b/>
        </w:rPr>
        <w:tab/>
      </w:r>
      <w:r>
        <w:rPr>
          <w:b/>
        </w:rPr>
        <w:tab/>
      </w:r>
      <w:r>
        <w:rPr>
          <w:b/>
        </w:rPr>
        <w:tab/>
        <w:t xml:space="preserve">                                    А.П.Федорук</w:t>
      </w:r>
    </w:p>
    <w:p w:rsidR="008A4C0B" w:rsidRDefault="008A4C0B" w:rsidP="002F6D57">
      <w:pPr>
        <w:rPr>
          <w:b/>
        </w:rPr>
      </w:pPr>
      <w:r>
        <w:rPr>
          <w:b/>
        </w:rPr>
        <w:t>Керуючий справами</w:t>
      </w:r>
      <w:r>
        <w:rPr>
          <w:b/>
        </w:rPr>
        <w:tab/>
      </w:r>
      <w:r>
        <w:rPr>
          <w:b/>
        </w:rPr>
        <w:tab/>
      </w:r>
      <w:r>
        <w:rPr>
          <w:b/>
        </w:rPr>
        <w:tab/>
      </w:r>
      <w:r>
        <w:rPr>
          <w:b/>
        </w:rPr>
        <w:tab/>
      </w:r>
      <w:r>
        <w:rPr>
          <w:b/>
        </w:rPr>
        <w:tab/>
      </w:r>
      <w:r>
        <w:rPr>
          <w:b/>
        </w:rPr>
        <w:tab/>
      </w:r>
      <w:r>
        <w:rPr>
          <w:b/>
        </w:rPr>
        <w:tab/>
        <w:t>О.М. Михайлюк</w:t>
      </w:r>
    </w:p>
    <w:p w:rsidR="008A4C0B" w:rsidRDefault="008A4C0B" w:rsidP="002F6D57">
      <w:pPr>
        <w:rPr>
          <w:b/>
        </w:rPr>
      </w:pPr>
    </w:p>
    <w:p w:rsidR="008A4C0B" w:rsidRPr="00DD5879" w:rsidRDefault="008A4C0B" w:rsidP="002F6D57">
      <w:pPr>
        <w:rPr>
          <w:b/>
        </w:rPr>
      </w:pPr>
      <w:r w:rsidRPr="00DD5879">
        <w:rPr>
          <w:b/>
        </w:rPr>
        <w:t>Погоджено:</w:t>
      </w:r>
    </w:p>
    <w:p w:rsidR="008A4C0B" w:rsidRDefault="008A4C0B" w:rsidP="002F6D57">
      <w:r>
        <w:t>Завідувач юридичним відділом</w:t>
      </w:r>
      <w:r>
        <w:tab/>
      </w:r>
      <w:r>
        <w:tab/>
      </w:r>
      <w:r>
        <w:tab/>
      </w:r>
      <w:r>
        <w:tab/>
      </w:r>
      <w:r>
        <w:tab/>
      </w:r>
      <w:r>
        <w:tab/>
        <w:t>Т.О. Шаправський</w:t>
      </w:r>
    </w:p>
    <w:p w:rsidR="008A4C0B" w:rsidRDefault="008A4C0B" w:rsidP="002F6D57">
      <w:pPr>
        <w:rPr>
          <w:b/>
        </w:rPr>
      </w:pPr>
    </w:p>
    <w:p w:rsidR="008A4C0B" w:rsidRPr="00DD5879" w:rsidRDefault="008A4C0B" w:rsidP="002F6D57">
      <w:pPr>
        <w:rPr>
          <w:b/>
        </w:rPr>
      </w:pPr>
      <w:r w:rsidRPr="00DD5879">
        <w:rPr>
          <w:b/>
        </w:rPr>
        <w:t>Подання:</w:t>
      </w:r>
    </w:p>
    <w:p w:rsidR="008A4C0B" w:rsidRDefault="008A4C0B" w:rsidP="002F6D57">
      <w:r>
        <w:t>Завідувач відділом</w:t>
      </w:r>
    </w:p>
    <w:p w:rsidR="008A4C0B" w:rsidRDefault="008A4C0B" w:rsidP="00C65706">
      <w:r>
        <w:t>житлово-комунального господарства</w:t>
      </w:r>
      <w:r>
        <w:tab/>
      </w:r>
      <w:r>
        <w:tab/>
      </w:r>
      <w:r>
        <w:tab/>
      </w:r>
      <w:r>
        <w:tab/>
      </w:r>
      <w:r>
        <w:tab/>
        <w:t>О.А. Докай</w:t>
      </w:r>
    </w:p>
    <w:p w:rsidR="008A4C0B" w:rsidRDefault="008A4C0B" w:rsidP="00C65706"/>
    <w:p w:rsidR="008A4C0B" w:rsidRDefault="008A4C0B" w:rsidP="006A0B63">
      <w:pPr>
        <w:pStyle w:val="a9"/>
        <w:jc w:val="left"/>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Default="008A4C0B" w:rsidP="006A0B63">
      <w:pPr>
        <w:pStyle w:val="a9"/>
        <w:jc w:val="left"/>
        <w:rPr>
          <w:b/>
          <w:sz w:val="24"/>
          <w:szCs w:val="24"/>
        </w:rPr>
      </w:pPr>
    </w:p>
    <w:p w:rsidR="008A4C0B" w:rsidRPr="00603645" w:rsidRDefault="008A4C0B" w:rsidP="00FF028C">
      <w:pPr>
        <w:pStyle w:val="a9"/>
        <w:ind w:firstLine="6300"/>
        <w:jc w:val="left"/>
        <w:rPr>
          <w:sz w:val="24"/>
          <w:szCs w:val="24"/>
        </w:rPr>
      </w:pPr>
      <w:r>
        <w:rPr>
          <w:b/>
          <w:sz w:val="24"/>
          <w:szCs w:val="24"/>
        </w:rPr>
        <w:br w:type="page"/>
      </w:r>
      <w:r>
        <w:rPr>
          <w:b/>
          <w:sz w:val="24"/>
          <w:szCs w:val="24"/>
        </w:rPr>
        <w:lastRenderedPageBreak/>
        <w:t xml:space="preserve">  </w:t>
      </w:r>
      <w:r w:rsidRPr="00603645">
        <w:rPr>
          <w:sz w:val="24"/>
          <w:szCs w:val="24"/>
        </w:rPr>
        <w:t>Додаток 1</w:t>
      </w:r>
    </w:p>
    <w:p w:rsidR="008A4C0B" w:rsidRPr="00603645" w:rsidRDefault="008A4C0B" w:rsidP="00AF71DC">
      <w:pPr>
        <w:pStyle w:val="a9"/>
        <w:jc w:val="left"/>
        <w:rPr>
          <w:sz w:val="24"/>
          <w:szCs w:val="24"/>
        </w:rPr>
      </w:pP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 xml:space="preserve">до рішення № </w:t>
      </w:r>
      <w:r w:rsidRPr="00603645">
        <w:rPr>
          <w:sz w:val="24"/>
          <w:szCs w:val="24"/>
          <w:u w:val="single"/>
        </w:rPr>
        <w:t>_</w:t>
      </w:r>
      <w:r w:rsidR="003F2EC8">
        <w:rPr>
          <w:sz w:val="24"/>
          <w:szCs w:val="24"/>
          <w:u w:val="single"/>
        </w:rPr>
        <w:t>394</w:t>
      </w:r>
      <w:r w:rsidRPr="00603645">
        <w:rPr>
          <w:sz w:val="24"/>
          <w:szCs w:val="24"/>
          <w:u w:val="single"/>
        </w:rPr>
        <w:t>__</w:t>
      </w:r>
    </w:p>
    <w:p w:rsidR="008A4C0B" w:rsidRPr="00603645" w:rsidRDefault="008A4C0B" w:rsidP="00AF71DC">
      <w:pPr>
        <w:pStyle w:val="a9"/>
        <w:jc w:val="left"/>
        <w:rPr>
          <w:sz w:val="24"/>
          <w:szCs w:val="24"/>
        </w:rPr>
      </w:pP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 xml:space="preserve">виконавчого комітету  </w:t>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Бучанської міської ради</w:t>
      </w:r>
    </w:p>
    <w:p w:rsidR="008A4C0B" w:rsidRPr="00603645" w:rsidRDefault="008A4C0B" w:rsidP="00AF71DC">
      <w:pPr>
        <w:pStyle w:val="a9"/>
        <w:jc w:val="left"/>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 </w:t>
      </w:r>
      <w:r>
        <w:rPr>
          <w:sz w:val="24"/>
          <w:szCs w:val="24"/>
          <w:u w:val="single"/>
        </w:rPr>
        <w:t>20</w:t>
      </w:r>
      <w:r w:rsidRPr="00603645">
        <w:rPr>
          <w:sz w:val="24"/>
          <w:szCs w:val="24"/>
        </w:rPr>
        <w:t xml:space="preserve">» </w:t>
      </w:r>
      <w:r w:rsidRPr="00603645">
        <w:rPr>
          <w:sz w:val="24"/>
          <w:szCs w:val="24"/>
          <w:u w:val="single"/>
        </w:rPr>
        <w:t xml:space="preserve"> </w:t>
      </w:r>
      <w:r>
        <w:rPr>
          <w:sz w:val="24"/>
          <w:szCs w:val="24"/>
          <w:u w:val="single"/>
        </w:rPr>
        <w:t>червня 2017</w:t>
      </w:r>
      <w:r w:rsidRPr="00603645">
        <w:rPr>
          <w:sz w:val="24"/>
          <w:szCs w:val="24"/>
          <w:u w:val="single"/>
        </w:rPr>
        <w:t xml:space="preserve"> року</w:t>
      </w:r>
    </w:p>
    <w:p w:rsidR="008A4C0B" w:rsidRPr="00603645" w:rsidRDefault="008A4C0B" w:rsidP="00AF71DC">
      <w:pPr>
        <w:pStyle w:val="a9"/>
      </w:pPr>
    </w:p>
    <w:p w:rsidR="008A4C0B" w:rsidRPr="00FF028C" w:rsidRDefault="008A4C0B" w:rsidP="004371A0">
      <w:pPr>
        <w:jc w:val="center"/>
        <w:rPr>
          <w:b/>
          <w:sz w:val="23"/>
          <w:szCs w:val="23"/>
        </w:rPr>
      </w:pPr>
      <w:r w:rsidRPr="00FF028C">
        <w:rPr>
          <w:b/>
          <w:sz w:val="23"/>
          <w:szCs w:val="23"/>
        </w:rPr>
        <w:t xml:space="preserve">Інформація </w:t>
      </w:r>
    </w:p>
    <w:p w:rsidR="008A4C0B" w:rsidRPr="00FF028C" w:rsidRDefault="008A4C0B" w:rsidP="004371A0">
      <w:pPr>
        <w:jc w:val="center"/>
        <w:rPr>
          <w:b/>
          <w:sz w:val="23"/>
          <w:szCs w:val="23"/>
        </w:rPr>
      </w:pPr>
      <w:r w:rsidRPr="00FF028C">
        <w:rPr>
          <w:b/>
          <w:sz w:val="23"/>
          <w:szCs w:val="23"/>
        </w:rPr>
        <w:t xml:space="preserve">про підсумки роботи підприємств житлово-комунального господарства </w:t>
      </w:r>
    </w:p>
    <w:p w:rsidR="008A4C0B" w:rsidRPr="00FF028C" w:rsidRDefault="008A4C0B" w:rsidP="0091314B">
      <w:pPr>
        <w:jc w:val="center"/>
        <w:rPr>
          <w:b/>
          <w:sz w:val="23"/>
          <w:szCs w:val="23"/>
        </w:rPr>
      </w:pPr>
      <w:r w:rsidRPr="00FF028C">
        <w:rPr>
          <w:b/>
          <w:sz w:val="23"/>
          <w:szCs w:val="23"/>
        </w:rPr>
        <w:t>в осінньо-зимовий період 201</w:t>
      </w:r>
      <w:r w:rsidRPr="00FF028C">
        <w:rPr>
          <w:b/>
          <w:sz w:val="23"/>
          <w:szCs w:val="23"/>
          <w:lang w:val="ru-RU"/>
        </w:rPr>
        <w:t>7</w:t>
      </w:r>
      <w:r w:rsidRPr="00FF028C">
        <w:rPr>
          <w:b/>
          <w:sz w:val="23"/>
          <w:szCs w:val="23"/>
        </w:rPr>
        <w:t xml:space="preserve"> – 201</w:t>
      </w:r>
      <w:r w:rsidRPr="00FF028C">
        <w:rPr>
          <w:b/>
          <w:sz w:val="23"/>
          <w:szCs w:val="23"/>
          <w:lang w:val="ru-RU"/>
        </w:rPr>
        <w:t xml:space="preserve">8 </w:t>
      </w:r>
      <w:r w:rsidRPr="00FF028C">
        <w:rPr>
          <w:b/>
          <w:sz w:val="23"/>
          <w:szCs w:val="23"/>
        </w:rPr>
        <w:t xml:space="preserve">рр.   </w:t>
      </w:r>
    </w:p>
    <w:p w:rsidR="008A4C0B" w:rsidRPr="00FF028C" w:rsidRDefault="008A4C0B" w:rsidP="004371A0">
      <w:pPr>
        <w:jc w:val="center"/>
        <w:rPr>
          <w:sz w:val="23"/>
          <w:szCs w:val="23"/>
        </w:rPr>
      </w:pPr>
    </w:p>
    <w:p w:rsidR="008A4C0B" w:rsidRPr="00FF028C" w:rsidRDefault="008A4C0B" w:rsidP="00411E13">
      <w:pPr>
        <w:jc w:val="both"/>
        <w:rPr>
          <w:sz w:val="23"/>
          <w:szCs w:val="23"/>
        </w:rPr>
      </w:pPr>
      <w:r w:rsidRPr="00FF028C">
        <w:rPr>
          <w:sz w:val="23"/>
          <w:szCs w:val="23"/>
        </w:rPr>
        <w:tab/>
        <w:t xml:space="preserve">До початку зими на всіх котельнях виконано поточний ремонт приміщень, допоміжного обладнання, теплових мереж. Теплотехнічне обладнання та теплові мережі котелень підготовлені для сталого проходження опалювального сезону. </w:t>
      </w:r>
    </w:p>
    <w:p w:rsidR="008A4C0B" w:rsidRPr="00FF028C" w:rsidRDefault="008A4C0B" w:rsidP="00411E13">
      <w:pPr>
        <w:spacing w:line="276" w:lineRule="auto"/>
        <w:ind w:firstLine="851"/>
        <w:jc w:val="both"/>
        <w:rPr>
          <w:sz w:val="23"/>
          <w:szCs w:val="23"/>
        </w:rPr>
      </w:pPr>
      <w:r w:rsidRPr="00FF028C">
        <w:rPr>
          <w:sz w:val="23"/>
          <w:szCs w:val="23"/>
        </w:rPr>
        <w:t>З метою оптимізації схем теплопостачання міста, тобто скорочення споживання  енергоресурсів,  теплопостачальним підприємством з залученням інвестиційних коштів  було здійснені  заходи щодо модернізації котелень та проведені роботи по заміні  теплової мережі  з заміною труб на попередньо ізольовані(поліуретанові):</w:t>
      </w:r>
    </w:p>
    <w:p w:rsidR="008A4C0B" w:rsidRPr="00FF028C" w:rsidRDefault="008A4C0B" w:rsidP="00411E13">
      <w:pPr>
        <w:spacing w:line="276" w:lineRule="auto"/>
        <w:ind w:firstLine="851"/>
        <w:jc w:val="both"/>
        <w:rPr>
          <w:sz w:val="23"/>
          <w:szCs w:val="23"/>
        </w:rPr>
      </w:pPr>
      <w:r w:rsidRPr="00FF028C">
        <w:rPr>
          <w:sz w:val="23"/>
          <w:szCs w:val="23"/>
        </w:rPr>
        <w:t xml:space="preserve"> - 250 п.м в межах будинків по вул. Польова 22, Польова 24,  Польова 26, ДНЗ «Сонячний»;</w:t>
      </w:r>
    </w:p>
    <w:p w:rsidR="008A4C0B" w:rsidRPr="00FF028C" w:rsidRDefault="008A4C0B" w:rsidP="00411E13">
      <w:pPr>
        <w:spacing w:line="276" w:lineRule="auto"/>
        <w:ind w:firstLine="851"/>
        <w:jc w:val="both"/>
        <w:rPr>
          <w:sz w:val="23"/>
          <w:szCs w:val="23"/>
        </w:rPr>
      </w:pPr>
      <w:r w:rsidRPr="00FF028C">
        <w:rPr>
          <w:sz w:val="23"/>
          <w:szCs w:val="23"/>
        </w:rPr>
        <w:t>-  300 п.м в межах будинків по вул. Яблунська 203в, Яблунська 203б;</w:t>
      </w:r>
    </w:p>
    <w:p w:rsidR="008A4C0B" w:rsidRPr="00FF028C" w:rsidRDefault="008A4C0B" w:rsidP="00411E13">
      <w:pPr>
        <w:jc w:val="both"/>
        <w:rPr>
          <w:sz w:val="23"/>
          <w:szCs w:val="23"/>
        </w:rPr>
      </w:pPr>
      <w:r w:rsidRPr="00FF028C">
        <w:rPr>
          <w:sz w:val="23"/>
          <w:szCs w:val="23"/>
        </w:rPr>
        <w:t xml:space="preserve">               - 80 п.м в межах будинків по вул. Водопровідна 48,  Водопровідна 50.</w:t>
      </w:r>
    </w:p>
    <w:p w:rsidR="008A4C0B" w:rsidRPr="00FF028C" w:rsidRDefault="008A4C0B" w:rsidP="00411E13">
      <w:pPr>
        <w:jc w:val="both"/>
        <w:rPr>
          <w:sz w:val="23"/>
          <w:szCs w:val="23"/>
        </w:rPr>
      </w:pPr>
      <w:r w:rsidRPr="00FF028C">
        <w:rPr>
          <w:sz w:val="23"/>
          <w:szCs w:val="23"/>
        </w:rPr>
        <w:tab/>
        <w:t xml:space="preserve">До початку опалювального періоду 2016-2017 р.р. КП «Бучанське управління житлово-комунального господарства»  проведено ремонт </w:t>
      </w:r>
      <w:r w:rsidRPr="00FF028C">
        <w:rPr>
          <w:b/>
          <w:bCs/>
          <w:sz w:val="23"/>
          <w:szCs w:val="23"/>
        </w:rPr>
        <w:t>23</w:t>
      </w:r>
      <w:r w:rsidRPr="00FF028C">
        <w:rPr>
          <w:bCs/>
          <w:sz w:val="23"/>
          <w:szCs w:val="23"/>
        </w:rPr>
        <w:t xml:space="preserve"> під’їздів в багатоквартирних будинках, проведено поточний ремонт   внутрішньобудинкових мереж холодного водопостачання та водовідведення  на </w:t>
      </w:r>
      <w:r w:rsidRPr="00FF028C">
        <w:rPr>
          <w:b/>
          <w:bCs/>
          <w:sz w:val="23"/>
          <w:szCs w:val="23"/>
        </w:rPr>
        <w:t>40</w:t>
      </w:r>
      <w:r w:rsidRPr="00FF028C">
        <w:rPr>
          <w:bCs/>
          <w:sz w:val="23"/>
          <w:szCs w:val="23"/>
        </w:rPr>
        <w:t xml:space="preserve"> об’єктах,  мереж централізованого теплопостачання на 2</w:t>
      </w:r>
      <w:r w:rsidRPr="00FF028C">
        <w:rPr>
          <w:b/>
          <w:bCs/>
          <w:sz w:val="23"/>
          <w:szCs w:val="23"/>
        </w:rPr>
        <w:t xml:space="preserve">6 </w:t>
      </w:r>
      <w:r w:rsidRPr="00FF028C">
        <w:rPr>
          <w:bCs/>
          <w:sz w:val="23"/>
          <w:szCs w:val="23"/>
        </w:rPr>
        <w:t xml:space="preserve">об’єктах. На </w:t>
      </w:r>
      <w:r w:rsidRPr="00FF028C">
        <w:rPr>
          <w:b/>
          <w:bCs/>
          <w:sz w:val="23"/>
          <w:szCs w:val="23"/>
        </w:rPr>
        <w:t>11</w:t>
      </w:r>
      <w:r w:rsidRPr="00FF028C">
        <w:rPr>
          <w:bCs/>
          <w:sz w:val="23"/>
          <w:szCs w:val="23"/>
        </w:rPr>
        <w:t xml:space="preserve"> будинках проведено ремонт покрівлі, відремонтовано </w:t>
      </w:r>
      <w:r w:rsidRPr="00FF028C">
        <w:rPr>
          <w:b/>
          <w:bCs/>
          <w:sz w:val="23"/>
          <w:szCs w:val="23"/>
        </w:rPr>
        <w:t>63</w:t>
      </w:r>
      <w:r w:rsidRPr="00FF028C">
        <w:rPr>
          <w:bCs/>
          <w:sz w:val="23"/>
          <w:szCs w:val="23"/>
        </w:rPr>
        <w:t xml:space="preserve"> вхідних груп до під’їздів будинків. Проведено ремонт </w:t>
      </w:r>
      <w:r w:rsidRPr="00FF028C">
        <w:rPr>
          <w:b/>
          <w:bCs/>
          <w:sz w:val="23"/>
          <w:szCs w:val="23"/>
        </w:rPr>
        <w:t>63</w:t>
      </w:r>
      <w:r w:rsidRPr="00FF028C">
        <w:rPr>
          <w:bCs/>
          <w:sz w:val="23"/>
          <w:szCs w:val="23"/>
        </w:rPr>
        <w:t xml:space="preserve"> вентиляційних каналів. Обстежено підвали, горища, всі приміщення   зачинено замками. За зимовий період 2016-2017рр. почищено  та посипано пісчано-сольовою сумішшю </w:t>
      </w:r>
      <w:r w:rsidRPr="00FF028C">
        <w:rPr>
          <w:b/>
          <w:bCs/>
          <w:sz w:val="23"/>
          <w:szCs w:val="23"/>
        </w:rPr>
        <w:t>7209 </w:t>
      </w:r>
      <w:r w:rsidRPr="00FF028C">
        <w:rPr>
          <w:bCs/>
          <w:sz w:val="23"/>
          <w:szCs w:val="23"/>
        </w:rPr>
        <w:t xml:space="preserve"> км доріг міста та  витрачено </w:t>
      </w:r>
      <w:r w:rsidRPr="00FF028C">
        <w:rPr>
          <w:b/>
          <w:bCs/>
          <w:sz w:val="23"/>
          <w:szCs w:val="23"/>
        </w:rPr>
        <w:t>1490</w:t>
      </w:r>
      <w:r w:rsidRPr="00FF028C">
        <w:rPr>
          <w:bCs/>
          <w:sz w:val="23"/>
          <w:szCs w:val="23"/>
        </w:rPr>
        <w:t xml:space="preserve"> т  піщано-сольової суміші.</w:t>
      </w:r>
    </w:p>
    <w:p w:rsidR="008A4C0B" w:rsidRPr="00FF028C" w:rsidRDefault="008A4C0B" w:rsidP="00D147D3">
      <w:pPr>
        <w:ind w:firstLine="851"/>
        <w:jc w:val="both"/>
        <w:rPr>
          <w:sz w:val="23"/>
          <w:szCs w:val="23"/>
        </w:rPr>
      </w:pPr>
      <w:r w:rsidRPr="00FF028C">
        <w:rPr>
          <w:sz w:val="23"/>
          <w:szCs w:val="23"/>
        </w:rPr>
        <w:t>Оснащення  приладами обліку теплової енергії становить:</w:t>
      </w:r>
    </w:p>
    <w:p w:rsidR="008A4C0B" w:rsidRPr="00FF028C" w:rsidRDefault="008A4C0B" w:rsidP="00D147D3">
      <w:pPr>
        <w:ind w:firstLine="851"/>
        <w:jc w:val="both"/>
        <w:rPr>
          <w:sz w:val="23"/>
          <w:szCs w:val="23"/>
        </w:rPr>
      </w:pPr>
      <w:r w:rsidRPr="00FF028C">
        <w:rPr>
          <w:sz w:val="23"/>
          <w:szCs w:val="23"/>
        </w:rPr>
        <w:t xml:space="preserve"> 82% від загальної кількості будинків комунальної власності з централізованим теплопостачанням, в яких технічно можливо встановлення лічильників обліку теплової енергії.</w:t>
      </w:r>
    </w:p>
    <w:p w:rsidR="008A4C0B" w:rsidRPr="00FF028C" w:rsidRDefault="008A4C0B" w:rsidP="00D147D3">
      <w:pPr>
        <w:ind w:firstLine="851"/>
        <w:jc w:val="both"/>
        <w:rPr>
          <w:sz w:val="23"/>
          <w:szCs w:val="23"/>
        </w:rPr>
      </w:pPr>
      <w:r w:rsidRPr="00FF028C">
        <w:rPr>
          <w:sz w:val="23"/>
          <w:szCs w:val="23"/>
        </w:rPr>
        <w:t>100 % оснащення приладами обліку теплової енергії бюджетних установ.</w:t>
      </w:r>
    </w:p>
    <w:p w:rsidR="008A4C0B" w:rsidRPr="00FF028C" w:rsidRDefault="008A4C0B" w:rsidP="00D147D3">
      <w:pPr>
        <w:ind w:firstLine="851"/>
        <w:jc w:val="both"/>
        <w:rPr>
          <w:bCs/>
          <w:sz w:val="23"/>
          <w:szCs w:val="23"/>
        </w:rPr>
      </w:pPr>
      <w:r w:rsidRPr="00FF028C">
        <w:rPr>
          <w:bCs/>
          <w:sz w:val="23"/>
          <w:szCs w:val="23"/>
        </w:rPr>
        <w:t xml:space="preserve">Були виконані поточно-планові та цілодобові аварійні роботи по обслуговуванню житлового–комунального майна, а саме прибирання навколо багатоповерхових будинків, вулиць, парків, скверів міста, вивезення сміття від багатоповерхових житлових будинків та приватного сектору, підприємств, установ, організацій, суб’єктів підприємницької діяльності, проводилась очистка автодоріг від снігових заметів, проведення робіт з посипковим матеріалами в особливих погодних умовах, проведення робіт із знесення сухостійних дерев та насаджень, які можуть спричинити аварійні ситуації на вулицях (дорогах) під час осінньо-зимового періоду, забезпечувалась безперебійна робота водопостачання, водовідведення, вентиляції, газопостачання, теплопостачання та електропостачання, реанімація після зимового періоду покрівлі,  ливневих систем. </w:t>
      </w:r>
    </w:p>
    <w:p w:rsidR="008A4C0B" w:rsidRPr="00FF028C" w:rsidRDefault="008A4C0B" w:rsidP="007D5068">
      <w:pPr>
        <w:ind w:firstLine="540"/>
        <w:jc w:val="both"/>
        <w:rPr>
          <w:bCs/>
          <w:sz w:val="23"/>
          <w:szCs w:val="23"/>
        </w:rPr>
      </w:pPr>
      <w:r w:rsidRPr="00FF028C">
        <w:rPr>
          <w:bCs/>
          <w:sz w:val="23"/>
          <w:szCs w:val="23"/>
        </w:rPr>
        <w:t xml:space="preserve">Проведено виконання робіт з усунення недоліків в системі опалення відповідно до скарг громадян. </w:t>
      </w:r>
    </w:p>
    <w:p w:rsidR="008A4C0B" w:rsidRPr="00FF028C" w:rsidRDefault="008A4C0B" w:rsidP="00DE78AF">
      <w:pPr>
        <w:ind w:firstLine="851"/>
        <w:jc w:val="both"/>
        <w:rPr>
          <w:rFonts w:eastAsia="TimesNewRoman"/>
          <w:sz w:val="23"/>
          <w:szCs w:val="23"/>
          <w:lang w:val="ru-RU"/>
        </w:rPr>
      </w:pPr>
      <w:r w:rsidRPr="00FF028C">
        <w:rPr>
          <w:sz w:val="23"/>
          <w:szCs w:val="23"/>
        </w:rPr>
        <w:t xml:space="preserve">З метою зменшення заборгованості підприємствами житлово-комунальної сфери проводяться наступні заходи: </w:t>
      </w:r>
    </w:p>
    <w:p w:rsidR="008A4C0B" w:rsidRPr="00FF028C" w:rsidRDefault="008A4C0B" w:rsidP="00DE78AF">
      <w:pPr>
        <w:jc w:val="both"/>
        <w:rPr>
          <w:b/>
          <w:sz w:val="23"/>
          <w:szCs w:val="23"/>
        </w:rPr>
      </w:pPr>
      <w:r w:rsidRPr="00FF028C">
        <w:rPr>
          <w:sz w:val="23"/>
          <w:szCs w:val="23"/>
        </w:rPr>
        <w:t xml:space="preserve">- подаються  позовні заяви та заяви про видачу судових наказів до Ірпінського міського суду; </w:t>
      </w:r>
    </w:p>
    <w:p w:rsidR="008A4C0B" w:rsidRPr="00FF028C" w:rsidRDefault="008A4C0B" w:rsidP="00DE78AF">
      <w:pPr>
        <w:jc w:val="both"/>
        <w:rPr>
          <w:b/>
          <w:sz w:val="23"/>
          <w:szCs w:val="23"/>
        </w:rPr>
      </w:pPr>
      <w:r w:rsidRPr="00FF028C">
        <w:rPr>
          <w:sz w:val="23"/>
          <w:szCs w:val="23"/>
        </w:rPr>
        <w:t>- із споживачами укладаються договори реструктуризації боргу;</w:t>
      </w:r>
    </w:p>
    <w:p w:rsidR="008A4C0B" w:rsidRPr="00FF028C" w:rsidRDefault="008A4C0B" w:rsidP="00DE78AF">
      <w:pPr>
        <w:jc w:val="both"/>
        <w:rPr>
          <w:b/>
          <w:sz w:val="23"/>
          <w:szCs w:val="23"/>
        </w:rPr>
      </w:pPr>
      <w:r w:rsidRPr="00FF028C">
        <w:rPr>
          <w:sz w:val="23"/>
          <w:szCs w:val="23"/>
        </w:rPr>
        <w:t xml:space="preserve">- щомісяця проводиться розсилка квитанцій споживачам послуг; </w:t>
      </w:r>
    </w:p>
    <w:p w:rsidR="008A4C0B" w:rsidRPr="00FF028C" w:rsidRDefault="008A4C0B" w:rsidP="00DE78AF">
      <w:pPr>
        <w:jc w:val="both"/>
        <w:rPr>
          <w:b/>
          <w:sz w:val="23"/>
          <w:szCs w:val="23"/>
        </w:rPr>
      </w:pPr>
      <w:r w:rsidRPr="00FF028C">
        <w:rPr>
          <w:sz w:val="23"/>
          <w:szCs w:val="23"/>
        </w:rPr>
        <w:t>-  проводиться розсилка листів-попереджень боржникам;</w:t>
      </w:r>
    </w:p>
    <w:p w:rsidR="008A4C0B" w:rsidRPr="00FF028C" w:rsidRDefault="008A4C0B" w:rsidP="00522173">
      <w:pPr>
        <w:jc w:val="both"/>
        <w:rPr>
          <w:sz w:val="23"/>
          <w:szCs w:val="23"/>
        </w:rPr>
      </w:pPr>
      <w:r w:rsidRPr="00FF028C">
        <w:rPr>
          <w:sz w:val="23"/>
          <w:szCs w:val="23"/>
        </w:rPr>
        <w:t>- друкуються у місцевих засобах масової інформації (газеті «Бучанські новини») списки боржників за надані послуги з теплопостачання.</w:t>
      </w:r>
    </w:p>
    <w:p w:rsidR="008A4C0B" w:rsidRPr="00FF028C" w:rsidRDefault="008A4C0B" w:rsidP="00FD0092">
      <w:pPr>
        <w:ind w:firstLine="540"/>
        <w:rPr>
          <w:sz w:val="23"/>
          <w:szCs w:val="23"/>
        </w:rPr>
      </w:pPr>
      <w:r w:rsidRPr="00FF028C">
        <w:rPr>
          <w:sz w:val="23"/>
          <w:szCs w:val="23"/>
        </w:rPr>
        <w:t>Під час проходження опалювального сезону 2016-2017 рр. зривів, які могли б привести до негативних наслідків  в м. Буча, не було.  Відключення газу у зв’язку із  заборгованістю не було.</w:t>
      </w:r>
    </w:p>
    <w:p w:rsidR="008A4C0B" w:rsidRDefault="008A4C0B" w:rsidP="00FD0092">
      <w:pPr>
        <w:ind w:firstLine="540"/>
        <w:rPr>
          <w:b/>
          <w:sz w:val="23"/>
          <w:szCs w:val="23"/>
        </w:rPr>
      </w:pPr>
    </w:p>
    <w:p w:rsidR="008A4C0B" w:rsidRPr="00FF028C" w:rsidRDefault="008A4C0B" w:rsidP="00FD0092">
      <w:pPr>
        <w:ind w:firstLine="540"/>
        <w:rPr>
          <w:b/>
          <w:sz w:val="23"/>
          <w:szCs w:val="23"/>
        </w:rPr>
      </w:pPr>
      <w:r w:rsidRPr="00FF028C">
        <w:rPr>
          <w:b/>
          <w:sz w:val="23"/>
          <w:szCs w:val="23"/>
        </w:rPr>
        <w:t xml:space="preserve">Завідувач відділом                                                                            О.А.Докай </w:t>
      </w:r>
    </w:p>
    <w:p w:rsidR="008A4C0B" w:rsidRPr="00964F0A" w:rsidRDefault="008A4C0B" w:rsidP="000D15C9">
      <w:pPr>
        <w:ind w:firstLine="6379"/>
        <w:rPr>
          <w:sz w:val="22"/>
          <w:szCs w:val="22"/>
        </w:rPr>
      </w:pPr>
      <w:r>
        <w:rPr>
          <w:sz w:val="22"/>
          <w:szCs w:val="22"/>
        </w:rPr>
        <w:br w:type="page"/>
      </w:r>
      <w:r>
        <w:rPr>
          <w:sz w:val="22"/>
          <w:szCs w:val="22"/>
        </w:rPr>
        <w:lastRenderedPageBreak/>
        <w:t>Додаток 2</w:t>
      </w:r>
    </w:p>
    <w:p w:rsidR="008A4C0B" w:rsidRPr="00964F0A" w:rsidRDefault="008A4C0B" w:rsidP="00BF231E">
      <w:pPr>
        <w:pStyle w:val="a9"/>
        <w:jc w:val="left"/>
        <w:rPr>
          <w:sz w:val="22"/>
          <w:szCs w:val="22"/>
        </w:rPr>
      </w:pP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 xml:space="preserve">до рішення № </w:t>
      </w:r>
      <w:r w:rsidRPr="00964F0A">
        <w:rPr>
          <w:sz w:val="22"/>
          <w:szCs w:val="22"/>
          <w:u w:val="single"/>
        </w:rPr>
        <w:t>_</w:t>
      </w:r>
      <w:r w:rsidR="003F2EC8">
        <w:rPr>
          <w:sz w:val="22"/>
          <w:szCs w:val="22"/>
          <w:u w:val="single"/>
        </w:rPr>
        <w:t>394</w:t>
      </w:r>
      <w:r w:rsidRPr="00964F0A">
        <w:rPr>
          <w:sz w:val="22"/>
          <w:szCs w:val="22"/>
          <w:u w:val="single"/>
        </w:rPr>
        <w:t>_</w:t>
      </w:r>
    </w:p>
    <w:p w:rsidR="008A4C0B" w:rsidRPr="00964F0A" w:rsidRDefault="008A4C0B" w:rsidP="00BF231E">
      <w:pPr>
        <w:pStyle w:val="a9"/>
        <w:jc w:val="left"/>
        <w:rPr>
          <w:sz w:val="22"/>
          <w:szCs w:val="22"/>
        </w:rPr>
      </w:pP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 xml:space="preserve">виконавчого комітету  </w:t>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Бучанської міської ради</w:t>
      </w:r>
    </w:p>
    <w:p w:rsidR="008A4C0B" w:rsidRDefault="008A4C0B" w:rsidP="00BF231E">
      <w:pPr>
        <w:pStyle w:val="a9"/>
        <w:jc w:val="left"/>
        <w:rPr>
          <w:sz w:val="22"/>
          <w:szCs w:val="22"/>
          <w:u w:val="single"/>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w:t>
      </w:r>
      <w:r w:rsidRPr="000D15C9">
        <w:rPr>
          <w:sz w:val="22"/>
          <w:szCs w:val="22"/>
          <w:lang w:val="ru-RU"/>
        </w:rPr>
        <w:t>20</w:t>
      </w:r>
      <w:r w:rsidRPr="00964F0A">
        <w:rPr>
          <w:sz w:val="22"/>
          <w:szCs w:val="22"/>
        </w:rPr>
        <w:t xml:space="preserve">» </w:t>
      </w:r>
      <w:r>
        <w:rPr>
          <w:sz w:val="22"/>
          <w:szCs w:val="22"/>
          <w:u w:val="single"/>
        </w:rPr>
        <w:t xml:space="preserve"> червня  2017 </w:t>
      </w:r>
      <w:r w:rsidRPr="00964F0A">
        <w:rPr>
          <w:sz w:val="22"/>
          <w:szCs w:val="22"/>
          <w:u w:val="single"/>
        </w:rPr>
        <w:t xml:space="preserve"> року</w:t>
      </w:r>
    </w:p>
    <w:p w:rsidR="008A4C0B" w:rsidRDefault="008A4C0B" w:rsidP="00BF231E">
      <w:pPr>
        <w:pStyle w:val="a9"/>
        <w:jc w:val="left"/>
        <w:rPr>
          <w:sz w:val="22"/>
          <w:szCs w:val="22"/>
          <w:u w:val="single"/>
        </w:rPr>
      </w:pPr>
    </w:p>
    <w:p w:rsidR="008A4C0B" w:rsidRPr="00FF028C" w:rsidRDefault="008A4C0B" w:rsidP="00D147D3">
      <w:pPr>
        <w:pStyle w:val="a9"/>
        <w:rPr>
          <w:b/>
          <w:sz w:val="24"/>
          <w:szCs w:val="24"/>
          <w:lang w:val="ru-RU"/>
        </w:rPr>
      </w:pPr>
    </w:p>
    <w:p w:rsidR="008A4C0B" w:rsidRPr="00FF028C" w:rsidRDefault="008A4C0B" w:rsidP="00D147D3">
      <w:pPr>
        <w:pStyle w:val="a9"/>
        <w:rPr>
          <w:b/>
          <w:sz w:val="24"/>
          <w:szCs w:val="24"/>
          <w:lang w:val="ru-RU"/>
        </w:rPr>
      </w:pPr>
    </w:p>
    <w:p w:rsidR="008A4C0B" w:rsidRDefault="008A4C0B" w:rsidP="00D147D3">
      <w:pPr>
        <w:pStyle w:val="a9"/>
        <w:rPr>
          <w:b/>
          <w:sz w:val="24"/>
          <w:szCs w:val="24"/>
        </w:rPr>
      </w:pPr>
      <w:r w:rsidRPr="00D147D3">
        <w:rPr>
          <w:b/>
          <w:sz w:val="24"/>
          <w:szCs w:val="24"/>
        </w:rPr>
        <w:t xml:space="preserve">Склад міського оперативного штабу для організації підготовки господарського комплексу та соціальної сфери до </w:t>
      </w:r>
      <w:r>
        <w:rPr>
          <w:b/>
          <w:sz w:val="24"/>
          <w:szCs w:val="24"/>
        </w:rPr>
        <w:t>роботи в опалювальний сезон 2017-2018</w:t>
      </w:r>
      <w:r w:rsidRPr="00D147D3">
        <w:rPr>
          <w:b/>
          <w:sz w:val="24"/>
          <w:szCs w:val="24"/>
        </w:rPr>
        <w:t>рр. та контролю за проход</w:t>
      </w:r>
      <w:r>
        <w:rPr>
          <w:b/>
          <w:sz w:val="24"/>
          <w:szCs w:val="24"/>
        </w:rPr>
        <w:t>женням опалювального сезону 2017-2018</w:t>
      </w:r>
      <w:r w:rsidRPr="00D147D3">
        <w:rPr>
          <w:b/>
          <w:sz w:val="24"/>
          <w:szCs w:val="24"/>
        </w:rPr>
        <w:t xml:space="preserve"> рр</w:t>
      </w:r>
      <w:r>
        <w:rPr>
          <w:b/>
          <w:sz w:val="24"/>
          <w:szCs w:val="24"/>
        </w:rPr>
        <w:t>.</w:t>
      </w:r>
    </w:p>
    <w:p w:rsidR="008A4C0B" w:rsidRDefault="008A4C0B" w:rsidP="00D147D3">
      <w:pPr>
        <w:pStyle w:val="a9"/>
        <w:rPr>
          <w:b/>
          <w:sz w:val="24"/>
          <w:szCs w:val="24"/>
        </w:rPr>
      </w:pPr>
    </w:p>
    <w:p w:rsidR="008A4C0B" w:rsidRDefault="008A4C0B" w:rsidP="00D147D3">
      <w:pPr>
        <w:pStyle w:val="a9"/>
        <w:rPr>
          <w:b/>
          <w:sz w:val="24"/>
          <w:szCs w:val="24"/>
        </w:rPr>
      </w:pPr>
    </w:p>
    <w:p w:rsidR="008A4C0B" w:rsidRDefault="008A4C0B" w:rsidP="00DD100D">
      <w:pPr>
        <w:jc w:val="both"/>
      </w:pPr>
      <w:r>
        <w:t>Олексюк В.П.</w:t>
      </w:r>
      <w:r>
        <w:tab/>
        <w:t>-</w:t>
      </w:r>
      <w:r>
        <w:tab/>
        <w:t>секретар ради,</w:t>
      </w:r>
    </w:p>
    <w:p w:rsidR="008A4C0B" w:rsidRDefault="008A4C0B" w:rsidP="00DD100D">
      <w:pPr>
        <w:jc w:val="both"/>
      </w:pPr>
      <w:r>
        <w:tab/>
      </w:r>
      <w:r>
        <w:tab/>
      </w:r>
      <w:r>
        <w:tab/>
      </w:r>
      <w:r>
        <w:tab/>
        <w:t>керівник штабу;</w:t>
      </w:r>
    </w:p>
    <w:p w:rsidR="008A4C0B" w:rsidRDefault="008A4C0B" w:rsidP="00DD100D">
      <w:pPr>
        <w:jc w:val="both"/>
      </w:pPr>
      <w:r>
        <w:t xml:space="preserve">Докай О.А.     </w:t>
      </w:r>
      <w:r>
        <w:tab/>
        <w:t>-</w:t>
      </w:r>
      <w:r>
        <w:tab/>
        <w:t>завідувач відділом ЖКГ міськвиконкому,</w:t>
      </w:r>
    </w:p>
    <w:p w:rsidR="008A4C0B" w:rsidRDefault="008A4C0B" w:rsidP="00DD100D">
      <w:pPr>
        <w:jc w:val="both"/>
      </w:pPr>
      <w:r>
        <w:tab/>
      </w:r>
      <w:r>
        <w:tab/>
      </w:r>
      <w:r>
        <w:tab/>
      </w:r>
      <w:r>
        <w:tab/>
        <w:t>заступник керівника штабу;</w:t>
      </w:r>
    </w:p>
    <w:p w:rsidR="008A4C0B" w:rsidRDefault="008A4C0B" w:rsidP="00DD100D">
      <w:pPr>
        <w:jc w:val="both"/>
      </w:pPr>
      <w:r>
        <w:t xml:space="preserve">Друзенко В.Б.      </w:t>
      </w:r>
      <w:r>
        <w:tab/>
        <w:t>-</w:t>
      </w:r>
      <w:r>
        <w:tab/>
        <w:t>спеціаліст</w:t>
      </w:r>
      <w:r w:rsidRPr="00996E85">
        <w:t xml:space="preserve"> 1 </w:t>
      </w:r>
      <w:r>
        <w:t>категорії відділу ЖКГ міськвиконкому,</w:t>
      </w:r>
    </w:p>
    <w:p w:rsidR="008A4C0B" w:rsidRDefault="008A4C0B" w:rsidP="00DD100D">
      <w:pPr>
        <w:jc w:val="both"/>
      </w:pPr>
      <w:r>
        <w:tab/>
      </w:r>
      <w:r>
        <w:tab/>
      </w:r>
      <w:r>
        <w:tab/>
      </w:r>
      <w:r>
        <w:tab/>
        <w:t>секретар штабу;</w:t>
      </w:r>
    </w:p>
    <w:p w:rsidR="008A4C0B" w:rsidRDefault="008A4C0B" w:rsidP="00DD100D">
      <w:pPr>
        <w:jc w:val="center"/>
        <w:rPr>
          <w:u w:val="single"/>
        </w:rPr>
      </w:pPr>
    </w:p>
    <w:p w:rsidR="008A4C0B" w:rsidRDefault="008A4C0B" w:rsidP="00DD100D">
      <w:pPr>
        <w:jc w:val="center"/>
      </w:pPr>
      <w:r>
        <w:t>Члени штабу:</w:t>
      </w:r>
    </w:p>
    <w:p w:rsidR="008A4C0B" w:rsidRDefault="008A4C0B" w:rsidP="00DD100D">
      <w:pPr>
        <w:jc w:val="center"/>
        <w:rPr>
          <w:u w:val="single"/>
        </w:rPr>
      </w:pPr>
    </w:p>
    <w:p w:rsidR="008A4C0B" w:rsidRDefault="008A4C0B" w:rsidP="00DD100D">
      <w:pPr>
        <w:jc w:val="both"/>
      </w:pPr>
      <w:r>
        <w:t>Бучинський Л.Я.</w:t>
      </w:r>
      <w:r>
        <w:tab/>
        <w:t>-</w:t>
      </w:r>
      <w:r>
        <w:tab/>
        <w:t>головний лікар Бучанської поліклініки;</w:t>
      </w:r>
    </w:p>
    <w:p w:rsidR="008A4C0B" w:rsidRDefault="008A4C0B" w:rsidP="00DD100D">
      <w:pPr>
        <w:jc w:val="both"/>
      </w:pPr>
      <w:r>
        <w:t xml:space="preserve">Герасименко С.П.  </w:t>
      </w:r>
      <w:r>
        <w:tab/>
        <w:t>-</w:t>
      </w:r>
      <w:r>
        <w:tab/>
        <w:t xml:space="preserve">начальник Ірпінського РП ПАТ «Київобленерго» </w:t>
      </w:r>
    </w:p>
    <w:p w:rsidR="008A4C0B" w:rsidRDefault="008A4C0B" w:rsidP="00DD100D">
      <w:pPr>
        <w:ind w:left="2124" w:firstLine="708"/>
        <w:jc w:val="both"/>
      </w:pPr>
      <w:r>
        <w:t>(за згодою);</w:t>
      </w:r>
    </w:p>
    <w:p w:rsidR="008A4C0B" w:rsidRDefault="008A4C0B" w:rsidP="00DD100D">
      <w:pPr>
        <w:jc w:val="both"/>
      </w:pPr>
      <w:r>
        <w:t>Косякевич Г.М.</w:t>
      </w:r>
      <w:r>
        <w:tab/>
        <w:t>-</w:t>
      </w:r>
      <w:r>
        <w:tab/>
        <w:t>заступник директора КП «Бучабудзамовник»;</w:t>
      </w:r>
    </w:p>
    <w:p w:rsidR="008A4C0B" w:rsidRDefault="008A4C0B" w:rsidP="00DD100D">
      <w:pPr>
        <w:jc w:val="both"/>
      </w:pPr>
      <w:r>
        <w:t>Маркушин О.Г.</w:t>
      </w:r>
      <w:r>
        <w:tab/>
        <w:t>-</w:t>
      </w:r>
      <w:r>
        <w:tab/>
        <w:t>начальник КП «Ірпіньводоканал»;</w:t>
      </w:r>
    </w:p>
    <w:p w:rsidR="008A4C0B" w:rsidRDefault="008A4C0B" w:rsidP="00DD100D">
      <w:pPr>
        <w:ind w:left="2832" w:hanging="2832"/>
        <w:jc w:val="both"/>
      </w:pPr>
      <w:r>
        <w:t xml:space="preserve">Коваленко С.М.        - </w:t>
      </w:r>
      <w:r>
        <w:tab/>
        <w:t>начальник відділу з питань надзвичайних ситуацій       міськвиконкому;</w:t>
      </w:r>
    </w:p>
    <w:p w:rsidR="008A4C0B" w:rsidRDefault="008A4C0B" w:rsidP="00DD100D">
      <w:pPr>
        <w:jc w:val="both"/>
      </w:pPr>
      <w:r>
        <w:t>Кравчук В.Д.</w:t>
      </w:r>
      <w:r>
        <w:tab/>
      </w:r>
      <w:r>
        <w:tab/>
        <w:t>-</w:t>
      </w:r>
      <w:r>
        <w:tab/>
        <w:t>начальник КП «Бучанське УЖКГ»</w:t>
      </w:r>
    </w:p>
    <w:p w:rsidR="008A4C0B" w:rsidRDefault="008A4C0B" w:rsidP="00DD100D">
      <w:pPr>
        <w:jc w:val="both"/>
      </w:pPr>
      <w:r>
        <w:t>Казмірук С.Р.</w:t>
      </w:r>
      <w:r>
        <w:tab/>
        <w:t xml:space="preserve">-           </w:t>
      </w:r>
      <w:r>
        <w:tab/>
        <w:t xml:space="preserve">начальник Ірпінської дільниці Києво-Святошинського ФЕГГ </w:t>
      </w:r>
    </w:p>
    <w:p w:rsidR="008A4C0B" w:rsidRDefault="008A4C0B" w:rsidP="00DD100D">
      <w:pPr>
        <w:jc w:val="both"/>
      </w:pPr>
      <w:r>
        <w:t xml:space="preserve">                                               ПАТ «Київоблгаз» (за згодою);</w:t>
      </w:r>
    </w:p>
    <w:p w:rsidR="008A4C0B" w:rsidRDefault="008A4C0B" w:rsidP="00DD100D">
      <w:pPr>
        <w:jc w:val="both"/>
      </w:pPr>
      <w:r>
        <w:t>Пирч С.В.</w:t>
      </w:r>
      <w:r>
        <w:tab/>
      </w:r>
      <w:r>
        <w:tab/>
        <w:t>-</w:t>
      </w:r>
      <w:r>
        <w:tab/>
        <w:t>директор ПКПП «Теплокомунсервіс»;</w:t>
      </w:r>
    </w:p>
    <w:p w:rsidR="008A4C0B" w:rsidRDefault="008A4C0B" w:rsidP="00DD100D">
      <w:pPr>
        <w:jc w:val="both"/>
      </w:pPr>
      <w:r>
        <w:t>Авдіюк С.В..            -</w:t>
      </w:r>
      <w:r>
        <w:tab/>
        <w:t>в.о. завідувача відділу культури та спорту міськвиконкому;</w:t>
      </w:r>
    </w:p>
    <w:p w:rsidR="008A4C0B" w:rsidRDefault="008A4C0B" w:rsidP="00DD100D">
      <w:pPr>
        <w:jc w:val="both"/>
      </w:pPr>
      <w:r>
        <w:t xml:space="preserve">Сімон Т.А.    </w:t>
      </w:r>
      <w:r>
        <w:tab/>
      </w:r>
      <w:r>
        <w:tab/>
        <w:t>-</w:t>
      </w:r>
      <w:r>
        <w:tab/>
        <w:t xml:space="preserve">начальник фінансового управління Бучанської міської </w:t>
      </w:r>
      <w:r>
        <w:tab/>
        <w:t>ради;</w:t>
      </w:r>
    </w:p>
    <w:p w:rsidR="008A4C0B" w:rsidRDefault="008A4C0B" w:rsidP="00DD100D">
      <w:pPr>
        <w:ind w:left="2130" w:hanging="2130"/>
        <w:jc w:val="both"/>
      </w:pPr>
      <w:r>
        <w:t>Жуковець В.М.</w:t>
      </w:r>
      <w:r>
        <w:tab/>
        <w:t>-</w:t>
      </w:r>
      <w:r>
        <w:tab/>
        <w:t xml:space="preserve">в.о. завідувача відділу містобудування та архітектури </w:t>
      </w:r>
    </w:p>
    <w:p w:rsidR="008A4C0B" w:rsidRDefault="008A4C0B" w:rsidP="00DD100D">
      <w:pPr>
        <w:ind w:left="2130" w:hanging="2130"/>
        <w:jc w:val="both"/>
      </w:pPr>
      <w:r>
        <w:tab/>
      </w:r>
      <w:r>
        <w:tab/>
        <w:t>міськвиконкому;</w:t>
      </w:r>
    </w:p>
    <w:p w:rsidR="008A4C0B" w:rsidRDefault="008A4C0B" w:rsidP="00DD100D">
      <w:pPr>
        <w:ind w:left="2130" w:hanging="2130"/>
        <w:jc w:val="both"/>
      </w:pPr>
      <w:r>
        <w:t>Цимбал О.І.</w:t>
      </w:r>
      <w:r>
        <w:tab/>
        <w:t>-</w:t>
      </w:r>
      <w:r>
        <w:tab/>
        <w:t>начальник відділу освіти міськвиконкому;</w:t>
      </w:r>
    </w:p>
    <w:p w:rsidR="008A4C0B" w:rsidRDefault="008A4C0B" w:rsidP="00DD100D">
      <w:pPr>
        <w:jc w:val="both"/>
      </w:pPr>
      <w:r>
        <w:t xml:space="preserve">Квашук О.Я.  </w:t>
      </w:r>
      <w:r>
        <w:tab/>
        <w:t>-</w:t>
      </w:r>
      <w:r>
        <w:tab/>
        <w:t xml:space="preserve">голова депутатської комісії з питань соціально-економічного </w:t>
      </w:r>
    </w:p>
    <w:p w:rsidR="008A4C0B" w:rsidRDefault="008A4C0B" w:rsidP="00DD100D">
      <w:pPr>
        <w:jc w:val="both"/>
      </w:pPr>
      <w:r>
        <w:tab/>
      </w:r>
      <w:r>
        <w:tab/>
      </w:r>
      <w:r>
        <w:tab/>
      </w:r>
      <w:r>
        <w:tab/>
        <w:t xml:space="preserve">розвитку, підприємництва, житлово-комунального </w:t>
      </w:r>
    </w:p>
    <w:p w:rsidR="008A4C0B" w:rsidRDefault="008A4C0B" w:rsidP="00DD100D">
      <w:pPr>
        <w:jc w:val="both"/>
      </w:pPr>
      <w:r>
        <w:tab/>
      </w:r>
      <w:r>
        <w:tab/>
      </w:r>
      <w:r>
        <w:tab/>
      </w:r>
      <w:r>
        <w:tab/>
        <w:t>господарства, бюджету, фінансів та інвестування (за згодою)</w:t>
      </w:r>
    </w:p>
    <w:p w:rsidR="008A4C0B" w:rsidRPr="00D147D3" w:rsidRDefault="008A4C0B" w:rsidP="00D147D3">
      <w:pPr>
        <w:pStyle w:val="a9"/>
        <w:rPr>
          <w:b/>
          <w:sz w:val="24"/>
          <w:szCs w:val="24"/>
          <w:u w:val="single"/>
        </w:rPr>
      </w:pPr>
    </w:p>
    <w:sectPr w:rsidR="008A4C0B" w:rsidRPr="00D147D3" w:rsidSect="00FF028C">
      <w:pgSz w:w="11906" w:h="16838"/>
      <w:pgMar w:top="719" w:right="709" w:bottom="71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168C2612"/>
    <w:multiLevelType w:val="hybridMultilevel"/>
    <w:tmpl w:val="62781C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D330C0"/>
    <w:multiLevelType w:val="hybridMultilevel"/>
    <w:tmpl w:val="DF86ACD2"/>
    <w:lvl w:ilvl="0" w:tplc="360E279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EFA7BEB"/>
    <w:multiLevelType w:val="multilevel"/>
    <w:tmpl w:val="8976D400"/>
    <w:lvl w:ilvl="0">
      <w:start w:val="1"/>
      <w:numFmt w:val="upperRoman"/>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8" w15:restartNumberingAfterBreak="0">
    <w:nsid w:val="32913476"/>
    <w:multiLevelType w:val="hybridMultilevel"/>
    <w:tmpl w:val="A274CF4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4AB82EF8"/>
    <w:multiLevelType w:val="hybridMultilevel"/>
    <w:tmpl w:val="7CBA4C9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D655573"/>
    <w:multiLevelType w:val="hybridMultilevel"/>
    <w:tmpl w:val="72DE29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3"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49A32AD"/>
    <w:multiLevelType w:val="hybridMultilevel"/>
    <w:tmpl w:val="99FA7E7E"/>
    <w:lvl w:ilvl="0" w:tplc="87261E16">
      <w:start w:val="1"/>
      <w:numFmt w:val="decimal"/>
      <w:lvlText w:val="%1."/>
      <w:lvlJc w:val="left"/>
      <w:pPr>
        <w:ind w:left="1773"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70AC363C"/>
    <w:multiLevelType w:val="multilevel"/>
    <w:tmpl w:val="53D81820"/>
    <w:lvl w:ilvl="0">
      <w:start w:val="1"/>
      <w:numFmt w:val="decimal"/>
      <w:lvlText w:val="%1."/>
      <w:lvlJc w:val="left"/>
      <w:pPr>
        <w:ind w:left="720" w:hanging="360"/>
      </w:pPr>
      <w:rPr>
        <w:rFonts w:cs="Times New Roman" w:hint="default"/>
      </w:rPr>
    </w:lvl>
    <w:lvl w:ilvl="1">
      <w:start w:val="1"/>
      <w:numFmt w:val="decimal"/>
      <w:isLgl/>
      <w:lvlText w:val="%1.%2."/>
      <w:lvlJc w:val="left"/>
      <w:pPr>
        <w:ind w:left="1185" w:hanging="480"/>
      </w:pPr>
      <w:rPr>
        <w:rFonts w:cs="Times New Roman" w:hint="default"/>
      </w:rPr>
    </w:lvl>
    <w:lvl w:ilvl="2">
      <w:start w:val="1"/>
      <w:numFmt w:val="decimal"/>
      <w:isLgl/>
      <w:lvlText w:val="%1.%2.%3."/>
      <w:lvlJc w:val="left"/>
      <w:pPr>
        <w:ind w:left="1770"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820" w:hanging="1080"/>
      </w:pPr>
      <w:rPr>
        <w:rFonts w:cs="Times New Roman" w:hint="default"/>
      </w:rPr>
    </w:lvl>
    <w:lvl w:ilvl="5">
      <w:start w:val="1"/>
      <w:numFmt w:val="decimal"/>
      <w:isLgl/>
      <w:lvlText w:val="%1.%2.%3.%4.%5.%6."/>
      <w:lvlJc w:val="left"/>
      <w:pPr>
        <w:ind w:left="3165" w:hanging="1080"/>
      </w:pPr>
      <w:rPr>
        <w:rFonts w:cs="Times New Roman" w:hint="default"/>
      </w:rPr>
    </w:lvl>
    <w:lvl w:ilvl="6">
      <w:start w:val="1"/>
      <w:numFmt w:val="decimal"/>
      <w:isLgl/>
      <w:lvlText w:val="%1.%2.%3.%4.%5.%6.%7."/>
      <w:lvlJc w:val="left"/>
      <w:pPr>
        <w:ind w:left="3870" w:hanging="1440"/>
      </w:pPr>
      <w:rPr>
        <w:rFonts w:cs="Times New Roman" w:hint="default"/>
      </w:rPr>
    </w:lvl>
    <w:lvl w:ilvl="7">
      <w:start w:val="1"/>
      <w:numFmt w:val="decimal"/>
      <w:isLgl/>
      <w:lvlText w:val="%1.%2.%3.%4.%5.%6.%7.%8."/>
      <w:lvlJc w:val="left"/>
      <w:pPr>
        <w:ind w:left="4215" w:hanging="1440"/>
      </w:pPr>
      <w:rPr>
        <w:rFonts w:cs="Times New Roman" w:hint="default"/>
      </w:rPr>
    </w:lvl>
    <w:lvl w:ilvl="8">
      <w:start w:val="1"/>
      <w:numFmt w:val="decimal"/>
      <w:isLgl/>
      <w:lvlText w:val="%1.%2.%3.%4.%5.%6.%7.%8.%9."/>
      <w:lvlJc w:val="left"/>
      <w:pPr>
        <w:ind w:left="4920" w:hanging="1800"/>
      </w:pPr>
      <w:rPr>
        <w:rFonts w:cs="Times New Roman" w:hint="default"/>
      </w:rPr>
    </w:lvl>
  </w:abstractNum>
  <w:abstractNum w:abstractNumId="16" w15:restartNumberingAfterBreak="0">
    <w:nsid w:val="754101A1"/>
    <w:multiLevelType w:val="hybridMultilevel"/>
    <w:tmpl w:val="47F01F0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4"/>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2"/>
  </w:num>
  <w:num w:numId="13">
    <w:abstractNumId w:val="5"/>
  </w:num>
  <w:num w:numId="14">
    <w:abstractNumId w:val="13"/>
  </w:num>
  <w:num w:numId="15">
    <w:abstractNumId w:val="1"/>
  </w:num>
  <w:num w:numId="16">
    <w:abstractNumId w:val="0"/>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2"/>
  </w:num>
  <w:num w:numId="21">
    <w:abstractNumId w:val="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7680"/>
    <w:rsid w:val="000C0182"/>
    <w:rsid w:val="000C2498"/>
    <w:rsid w:val="000C410F"/>
    <w:rsid w:val="000C6B8B"/>
    <w:rsid w:val="000D0CAA"/>
    <w:rsid w:val="000D15C9"/>
    <w:rsid w:val="000F00E1"/>
    <w:rsid w:val="000F3CE3"/>
    <w:rsid w:val="00100DB5"/>
    <w:rsid w:val="00103E0C"/>
    <w:rsid w:val="001043D9"/>
    <w:rsid w:val="0011137C"/>
    <w:rsid w:val="001235B4"/>
    <w:rsid w:val="00126C44"/>
    <w:rsid w:val="00133AE0"/>
    <w:rsid w:val="00133D26"/>
    <w:rsid w:val="00134342"/>
    <w:rsid w:val="00134ADF"/>
    <w:rsid w:val="00140419"/>
    <w:rsid w:val="00141707"/>
    <w:rsid w:val="0014267F"/>
    <w:rsid w:val="00143F5D"/>
    <w:rsid w:val="0014706A"/>
    <w:rsid w:val="00147577"/>
    <w:rsid w:val="00155C5F"/>
    <w:rsid w:val="00157C46"/>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5E79"/>
    <w:rsid w:val="001E2050"/>
    <w:rsid w:val="001F2FA0"/>
    <w:rsid w:val="00204D63"/>
    <w:rsid w:val="00205C71"/>
    <w:rsid w:val="002110A5"/>
    <w:rsid w:val="00216368"/>
    <w:rsid w:val="0022228F"/>
    <w:rsid w:val="00222EFE"/>
    <w:rsid w:val="00223FD2"/>
    <w:rsid w:val="0023262A"/>
    <w:rsid w:val="002418B1"/>
    <w:rsid w:val="002548EF"/>
    <w:rsid w:val="0027330E"/>
    <w:rsid w:val="0027459B"/>
    <w:rsid w:val="00284FDA"/>
    <w:rsid w:val="002914D8"/>
    <w:rsid w:val="00296AAE"/>
    <w:rsid w:val="00296BF3"/>
    <w:rsid w:val="002A33E2"/>
    <w:rsid w:val="002B1F9D"/>
    <w:rsid w:val="002B2EDD"/>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A653B"/>
    <w:rsid w:val="003D4937"/>
    <w:rsid w:val="003E2CB5"/>
    <w:rsid w:val="003E4B4B"/>
    <w:rsid w:val="003F17FB"/>
    <w:rsid w:val="003F2EC8"/>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73586"/>
    <w:rsid w:val="004755D1"/>
    <w:rsid w:val="0048255D"/>
    <w:rsid w:val="00482FCA"/>
    <w:rsid w:val="004860E6"/>
    <w:rsid w:val="00494558"/>
    <w:rsid w:val="00495D06"/>
    <w:rsid w:val="004A6895"/>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4D7"/>
    <w:rsid w:val="0052468D"/>
    <w:rsid w:val="00525C34"/>
    <w:rsid w:val="005272CF"/>
    <w:rsid w:val="00535C05"/>
    <w:rsid w:val="00536AAE"/>
    <w:rsid w:val="00536FE4"/>
    <w:rsid w:val="00544802"/>
    <w:rsid w:val="00544F67"/>
    <w:rsid w:val="00551483"/>
    <w:rsid w:val="00553D25"/>
    <w:rsid w:val="005626CE"/>
    <w:rsid w:val="00566920"/>
    <w:rsid w:val="00582B25"/>
    <w:rsid w:val="00582C4F"/>
    <w:rsid w:val="005B7BC1"/>
    <w:rsid w:val="005C0CD2"/>
    <w:rsid w:val="005C75E7"/>
    <w:rsid w:val="005C78C2"/>
    <w:rsid w:val="005D0F2A"/>
    <w:rsid w:val="005D18E7"/>
    <w:rsid w:val="005D394E"/>
    <w:rsid w:val="005F5FC1"/>
    <w:rsid w:val="005F7202"/>
    <w:rsid w:val="00602CA1"/>
    <w:rsid w:val="00603078"/>
    <w:rsid w:val="00603645"/>
    <w:rsid w:val="0060476B"/>
    <w:rsid w:val="00604A34"/>
    <w:rsid w:val="00606C3B"/>
    <w:rsid w:val="0061174E"/>
    <w:rsid w:val="0061252A"/>
    <w:rsid w:val="00612F40"/>
    <w:rsid w:val="0062012A"/>
    <w:rsid w:val="006323AE"/>
    <w:rsid w:val="00634490"/>
    <w:rsid w:val="00640DC2"/>
    <w:rsid w:val="00660056"/>
    <w:rsid w:val="00664B15"/>
    <w:rsid w:val="00665A8B"/>
    <w:rsid w:val="00667D7E"/>
    <w:rsid w:val="00682ED4"/>
    <w:rsid w:val="006831A6"/>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82D9F"/>
    <w:rsid w:val="00790500"/>
    <w:rsid w:val="00795709"/>
    <w:rsid w:val="0079761D"/>
    <w:rsid w:val="007A0EFD"/>
    <w:rsid w:val="007A35AC"/>
    <w:rsid w:val="007A3F74"/>
    <w:rsid w:val="007A645A"/>
    <w:rsid w:val="007A6A2F"/>
    <w:rsid w:val="007B3D55"/>
    <w:rsid w:val="007B4121"/>
    <w:rsid w:val="007B63B5"/>
    <w:rsid w:val="007C24BE"/>
    <w:rsid w:val="007C3D9E"/>
    <w:rsid w:val="007D0BEE"/>
    <w:rsid w:val="007D110B"/>
    <w:rsid w:val="007D260E"/>
    <w:rsid w:val="007D5068"/>
    <w:rsid w:val="007E6855"/>
    <w:rsid w:val="007F658D"/>
    <w:rsid w:val="007F6D90"/>
    <w:rsid w:val="007F6DAB"/>
    <w:rsid w:val="00800429"/>
    <w:rsid w:val="008107A6"/>
    <w:rsid w:val="008133D9"/>
    <w:rsid w:val="008136F3"/>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2B44"/>
    <w:rsid w:val="008C365C"/>
    <w:rsid w:val="008C4F66"/>
    <w:rsid w:val="008C639E"/>
    <w:rsid w:val="008C687A"/>
    <w:rsid w:val="008D1E00"/>
    <w:rsid w:val="008E120A"/>
    <w:rsid w:val="008E123F"/>
    <w:rsid w:val="008E194A"/>
    <w:rsid w:val="008E7305"/>
    <w:rsid w:val="008F27D3"/>
    <w:rsid w:val="008F289B"/>
    <w:rsid w:val="008F448E"/>
    <w:rsid w:val="008F5C19"/>
    <w:rsid w:val="008F6DC0"/>
    <w:rsid w:val="00900183"/>
    <w:rsid w:val="00901BFB"/>
    <w:rsid w:val="00902333"/>
    <w:rsid w:val="00902F65"/>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C35A6"/>
    <w:rsid w:val="009D3F90"/>
    <w:rsid w:val="009D5D1C"/>
    <w:rsid w:val="009E08D9"/>
    <w:rsid w:val="009F05AA"/>
    <w:rsid w:val="009F1407"/>
    <w:rsid w:val="009F14D8"/>
    <w:rsid w:val="00A05A06"/>
    <w:rsid w:val="00A07416"/>
    <w:rsid w:val="00A138C6"/>
    <w:rsid w:val="00A21C92"/>
    <w:rsid w:val="00A24016"/>
    <w:rsid w:val="00A316E9"/>
    <w:rsid w:val="00A3258A"/>
    <w:rsid w:val="00A33271"/>
    <w:rsid w:val="00A3406D"/>
    <w:rsid w:val="00A5114F"/>
    <w:rsid w:val="00A7450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540B9"/>
    <w:rsid w:val="00B6440C"/>
    <w:rsid w:val="00B67A19"/>
    <w:rsid w:val="00B80789"/>
    <w:rsid w:val="00B80DEF"/>
    <w:rsid w:val="00B837D4"/>
    <w:rsid w:val="00B84EC2"/>
    <w:rsid w:val="00B86827"/>
    <w:rsid w:val="00B905DA"/>
    <w:rsid w:val="00B9750D"/>
    <w:rsid w:val="00BA2675"/>
    <w:rsid w:val="00BA2812"/>
    <w:rsid w:val="00BA7764"/>
    <w:rsid w:val="00BB0B76"/>
    <w:rsid w:val="00BB629F"/>
    <w:rsid w:val="00BC1B36"/>
    <w:rsid w:val="00BD115E"/>
    <w:rsid w:val="00BD12BE"/>
    <w:rsid w:val="00BE374E"/>
    <w:rsid w:val="00BF087F"/>
    <w:rsid w:val="00BF231E"/>
    <w:rsid w:val="00C01901"/>
    <w:rsid w:val="00C02986"/>
    <w:rsid w:val="00C04E56"/>
    <w:rsid w:val="00C05EA6"/>
    <w:rsid w:val="00C07EA1"/>
    <w:rsid w:val="00C11A40"/>
    <w:rsid w:val="00C27E77"/>
    <w:rsid w:val="00C316D0"/>
    <w:rsid w:val="00C35203"/>
    <w:rsid w:val="00C368CA"/>
    <w:rsid w:val="00C41211"/>
    <w:rsid w:val="00C453F6"/>
    <w:rsid w:val="00C500A2"/>
    <w:rsid w:val="00C501E7"/>
    <w:rsid w:val="00C56259"/>
    <w:rsid w:val="00C56CCD"/>
    <w:rsid w:val="00C574E5"/>
    <w:rsid w:val="00C64644"/>
    <w:rsid w:val="00C65706"/>
    <w:rsid w:val="00C73C6F"/>
    <w:rsid w:val="00C77D7A"/>
    <w:rsid w:val="00C80425"/>
    <w:rsid w:val="00C81EFD"/>
    <w:rsid w:val="00C905BC"/>
    <w:rsid w:val="00C93759"/>
    <w:rsid w:val="00CA0362"/>
    <w:rsid w:val="00CA054E"/>
    <w:rsid w:val="00CA260B"/>
    <w:rsid w:val="00CA48B5"/>
    <w:rsid w:val="00CA72B4"/>
    <w:rsid w:val="00CA773D"/>
    <w:rsid w:val="00CB5106"/>
    <w:rsid w:val="00CC0B83"/>
    <w:rsid w:val="00CD0869"/>
    <w:rsid w:val="00CD7A30"/>
    <w:rsid w:val="00CE31E6"/>
    <w:rsid w:val="00CF15BB"/>
    <w:rsid w:val="00D0520D"/>
    <w:rsid w:val="00D059E3"/>
    <w:rsid w:val="00D06E3A"/>
    <w:rsid w:val="00D10599"/>
    <w:rsid w:val="00D1063C"/>
    <w:rsid w:val="00D1450F"/>
    <w:rsid w:val="00D147D3"/>
    <w:rsid w:val="00D14E09"/>
    <w:rsid w:val="00D179FA"/>
    <w:rsid w:val="00D24258"/>
    <w:rsid w:val="00D257B2"/>
    <w:rsid w:val="00D277C7"/>
    <w:rsid w:val="00D30F9D"/>
    <w:rsid w:val="00D33F53"/>
    <w:rsid w:val="00D34CBD"/>
    <w:rsid w:val="00D353F7"/>
    <w:rsid w:val="00D40655"/>
    <w:rsid w:val="00D50013"/>
    <w:rsid w:val="00D543EB"/>
    <w:rsid w:val="00D54F0E"/>
    <w:rsid w:val="00D66D6B"/>
    <w:rsid w:val="00D71B74"/>
    <w:rsid w:val="00D73890"/>
    <w:rsid w:val="00D756C2"/>
    <w:rsid w:val="00D84846"/>
    <w:rsid w:val="00DA4375"/>
    <w:rsid w:val="00DB438B"/>
    <w:rsid w:val="00DB6870"/>
    <w:rsid w:val="00DD100D"/>
    <w:rsid w:val="00DD5879"/>
    <w:rsid w:val="00DD5D19"/>
    <w:rsid w:val="00DD5E0C"/>
    <w:rsid w:val="00DE1736"/>
    <w:rsid w:val="00DE78AF"/>
    <w:rsid w:val="00DF14ED"/>
    <w:rsid w:val="00DF57D7"/>
    <w:rsid w:val="00DF5E00"/>
    <w:rsid w:val="00DF7472"/>
    <w:rsid w:val="00E06818"/>
    <w:rsid w:val="00E0767A"/>
    <w:rsid w:val="00E12BE0"/>
    <w:rsid w:val="00E21658"/>
    <w:rsid w:val="00E24663"/>
    <w:rsid w:val="00E26013"/>
    <w:rsid w:val="00E4068E"/>
    <w:rsid w:val="00E41854"/>
    <w:rsid w:val="00E41D4A"/>
    <w:rsid w:val="00E51440"/>
    <w:rsid w:val="00E514F6"/>
    <w:rsid w:val="00E5289B"/>
    <w:rsid w:val="00E5536C"/>
    <w:rsid w:val="00E61140"/>
    <w:rsid w:val="00E64382"/>
    <w:rsid w:val="00E675E1"/>
    <w:rsid w:val="00E67B9C"/>
    <w:rsid w:val="00E72870"/>
    <w:rsid w:val="00E72C2F"/>
    <w:rsid w:val="00E72F4E"/>
    <w:rsid w:val="00E819B5"/>
    <w:rsid w:val="00E84951"/>
    <w:rsid w:val="00E94CC9"/>
    <w:rsid w:val="00EB0BCD"/>
    <w:rsid w:val="00EB1047"/>
    <w:rsid w:val="00EC0E72"/>
    <w:rsid w:val="00EC48F9"/>
    <w:rsid w:val="00EC5A01"/>
    <w:rsid w:val="00EC767F"/>
    <w:rsid w:val="00EC781F"/>
    <w:rsid w:val="00ED07B1"/>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43AD4"/>
    <w:rsid w:val="00F450C5"/>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AE2C47"/>
  <w15:docId w15:val="{2CDC8253-58C9-4476-9E1B-9F9F6C5D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rPr>
      <w:szCs w:val="20"/>
    </w:rPr>
  </w:style>
  <w:style w:type="paragraph" w:styleId="2">
    <w:name w:val="heading 2"/>
    <w:basedOn w:val="a"/>
    <w:next w:val="a"/>
    <w:link w:val="20"/>
    <w:uiPriority w:val="99"/>
    <w:qFormat/>
    <w:rsid w:val="008B345D"/>
    <w:pPr>
      <w:keepNext/>
      <w:ind w:left="5812" w:hanging="5760"/>
      <w:jc w:val="center"/>
      <w:outlineLvl w:val="1"/>
    </w:pPr>
    <w:rPr>
      <w:b/>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220B"/>
    <w:rPr>
      <w:rFonts w:cs="Times New Roman"/>
      <w:sz w:val="24"/>
      <w:lang w:val="uk-UA"/>
    </w:rPr>
  </w:style>
  <w:style w:type="character" w:customStyle="1" w:styleId="20">
    <w:name w:val="Заголовок 2 Знак"/>
    <w:link w:val="2"/>
    <w:uiPriority w:val="99"/>
    <w:locked/>
    <w:rsid w:val="00140419"/>
    <w:rPr>
      <w:rFonts w:cs="Times New Roman"/>
      <w:b/>
      <w:lang w:val="uk-UA"/>
    </w:rPr>
  </w:style>
  <w:style w:type="character" w:customStyle="1" w:styleId="30">
    <w:name w:val="Заголовок 3 Знак"/>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rPr>
      <w:szCs w:val="20"/>
    </w:rPr>
  </w:style>
  <w:style w:type="paragraph" w:customStyle="1" w:styleId="a4">
    <w:name w:val="Знак"/>
    <w:basedOn w:val="a"/>
    <w:uiPriority w:val="99"/>
    <w:rsid w:val="008B345D"/>
    <w:rPr>
      <w:rFonts w:ascii="Verdana" w:hAnsi="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rPr>
      <w:szCs w:val="20"/>
    </w:rPr>
  </w:style>
  <w:style w:type="character" w:customStyle="1" w:styleId="a7">
    <w:name w:val="Основной текст Знак"/>
    <w:link w:val="a6"/>
    <w:uiPriority w:val="99"/>
    <w:locked/>
    <w:rsid w:val="00BF231E"/>
    <w:rPr>
      <w:rFonts w:cs="Times New Roman"/>
      <w:sz w:val="24"/>
      <w:lang w:val="uk-UA"/>
    </w:rPr>
  </w:style>
  <w:style w:type="character" w:styleId="a8">
    <w:name w:val="Hyperlink"/>
    <w:uiPriority w:val="99"/>
    <w:rsid w:val="00DB6870"/>
    <w:rPr>
      <w:rFonts w:cs="Times New Roman"/>
      <w:color w:val="0000FF"/>
      <w:u w:val="single"/>
    </w:rPr>
  </w:style>
  <w:style w:type="paragraph" w:styleId="a9">
    <w:name w:val="Title"/>
    <w:basedOn w:val="a"/>
    <w:link w:val="aa"/>
    <w:uiPriority w:val="99"/>
    <w:qFormat/>
    <w:rsid w:val="00DB6870"/>
    <w:pPr>
      <w:jc w:val="center"/>
    </w:pPr>
    <w:rPr>
      <w:sz w:val="32"/>
      <w:szCs w:val="20"/>
    </w:rPr>
  </w:style>
  <w:style w:type="character" w:customStyle="1" w:styleId="aa">
    <w:name w:val="Заголовок Знак"/>
    <w:link w:val="a9"/>
    <w:uiPriority w:val="99"/>
    <w:locked/>
    <w:rsid w:val="00DB6870"/>
    <w:rPr>
      <w:rFonts w:cs="Times New Roman"/>
      <w:sz w:val="32"/>
      <w:lang w:val="uk-UA" w:eastAsia="ru-RU" w:bidi="ar-SA"/>
    </w:rPr>
  </w:style>
  <w:style w:type="paragraph" w:styleId="ab">
    <w:name w:val="Subtitle"/>
    <w:basedOn w:val="a"/>
    <w:link w:val="ac"/>
    <w:uiPriority w:val="99"/>
    <w:qFormat/>
    <w:rsid w:val="00DB6870"/>
    <w:pPr>
      <w:jc w:val="center"/>
    </w:pPr>
    <w:rPr>
      <w:szCs w:val="20"/>
    </w:rPr>
  </w:style>
  <w:style w:type="character" w:customStyle="1" w:styleId="ac">
    <w:name w:val="Подзаголовок Знак"/>
    <w:link w:val="ab"/>
    <w:uiPriority w:val="99"/>
    <w:locked/>
    <w:rsid w:val="00DB6870"/>
    <w:rPr>
      <w:rFonts w:cs="Times New Roman"/>
      <w:sz w:val="24"/>
      <w:lang w:val="uk-UA" w:eastAsia="ru-RU" w:bidi="ar-SA"/>
    </w:rPr>
  </w:style>
  <w:style w:type="paragraph" w:customStyle="1" w:styleId="11">
    <w:name w:val="Абзац списка1"/>
    <w:basedOn w:val="a"/>
    <w:uiPriority w:val="99"/>
    <w:rsid w:val="000B220B"/>
    <w:pPr>
      <w:spacing w:after="200" w:line="276" w:lineRule="auto"/>
      <w:ind w:left="720"/>
      <w:contextualSpacing/>
    </w:pPr>
    <w:rPr>
      <w:rFonts w:ascii="Calibri" w:hAnsi="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uiPriority w:val="99"/>
    <w:qFormat/>
    <w:rsid w:val="00902F65"/>
    <w:rPr>
      <w:rFonts w:cs="Times New Roman"/>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6"/>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rFonts w:cs="Tahoma"/>
      <w:kern w:val="3"/>
      <w:lang w:val="en-US" w:eastAsia="en-US"/>
    </w:rPr>
  </w:style>
  <w:style w:type="paragraph" w:customStyle="1" w:styleId="Standard">
    <w:name w:val="Standard"/>
    <w:uiPriority w:val="99"/>
    <w:rsid w:val="00BF231E"/>
    <w:pPr>
      <w:widowControl w:val="0"/>
      <w:suppressAutoHyphens/>
      <w:autoSpaceDN w:val="0"/>
      <w:textAlignment w:val="baseline"/>
    </w:pPr>
    <w:rPr>
      <w:rFonts w:cs="Tahoma"/>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rPr>
  </w:style>
  <w:style w:type="paragraph" w:styleId="af">
    <w:name w:val="Balloon Text"/>
    <w:basedOn w:val="a"/>
    <w:link w:val="af0"/>
    <w:uiPriority w:val="99"/>
    <w:rsid w:val="00BF231E"/>
    <w:rPr>
      <w:rFonts w:ascii="Tahoma" w:hAnsi="Tahoma" w:cs="Tahoma"/>
      <w:sz w:val="16"/>
      <w:szCs w:val="16"/>
    </w:rPr>
  </w:style>
  <w:style w:type="character" w:customStyle="1" w:styleId="af0">
    <w:name w:val="Текст выноски Знак"/>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sz w:val="20"/>
      <w:szCs w:val="20"/>
      <w:lang w:val="en-US" w:eastAsia="en-US"/>
    </w:rPr>
  </w:style>
  <w:style w:type="paragraph" w:styleId="af1">
    <w:name w:val="List Paragraph"/>
    <w:basedOn w:val="a"/>
    <w:uiPriority w:val="99"/>
    <w:qFormat/>
    <w:rsid w:val="00DE78AF"/>
    <w:pPr>
      <w:spacing w:after="200" w:line="276" w:lineRule="auto"/>
      <w:ind w:left="720"/>
      <w:contextualSpacing/>
    </w:pPr>
    <w:rPr>
      <w:rFonts w:ascii="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423813">
      <w:marLeft w:val="0"/>
      <w:marRight w:val="0"/>
      <w:marTop w:val="0"/>
      <w:marBottom w:val="0"/>
      <w:divBdr>
        <w:top w:val="none" w:sz="0" w:space="0" w:color="auto"/>
        <w:left w:val="none" w:sz="0" w:space="0" w:color="auto"/>
        <w:bottom w:val="none" w:sz="0" w:space="0" w:color="auto"/>
        <w:right w:val="none" w:sz="0" w:space="0" w:color="auto"/>
      </w:divBdr>
    </w:div>
    <w:div w:id="1788423814">
      <w:marLeft w:val="0"/>
      <w:marRight w:val="0"/>
      <w:marTop w:val="0"/>
      <w:marBottom w:val="0"/>
      <w:divBdr>
        <w:top w:val="none" w:sz="0" w:space="0" w:color="auto"/>
        <w:left w:val="none" w:sz="0" w:space="0" w:color="auto"/>
        <w:bottom w:val="none" w:sz="0" w:space="0" w:color="auto"/>
        <w:right w:val="none" w:sz="0" w:space="0" w:color="auto"/>
      </w:divBdr>
    </w:div>
    <w:div w:id="1788423815">
      <w:marLeft w:val="0"/>
      <w:marRight w:val="0"/>
      <w:marTop w:val="0"/>
      <w:marBottom w:val="0"/>
      <w:divBdr>
        <w:top w:val="none" w:sz="0" w:space="0" w:color="auto"/>
        <w:left w:val="none" w:sz="0" w:space="0" w:color="auto"/>
        <w:bottom w:val="none" w:sz="0" w:space="0" w:color="auto"/>
        <w:right w:val="none" w:sz="0" w:space="0" w:color="auto"/>
      </w:divBdr>
    </w:div>
    <w:div w:id="1788423816">
      <w:marLeft w:val="0"/>
      <w:marRight w:val="0"/>
      <w:marTop w:val="0"/>
      <w:marBottom w:val="0"/>
      <w:divBdr>
        <w:top w:val="none" w:sz="0" w:space="0" w:color="auto"/>
        <w:left w:val="none" w:sz="0" w:space="0" w:color="auto"/>
        <w:bottom w:val="none" w:sz="0" w:space="0" w:color="auto"/>
        <w:right w:val="none" w:sz="0" w:space="0" w:color="auto"/>
      </w:divBdr>
    </w:div>
    <w:div w:id="1788423817">
      <w:marLeft w:val="0"/>
      <w:marRight w:val="0"/>
      <w:marTop w:val="0"/>
      <w:marBottom w:val="0"/>
      <w:divBdr>
        <w:top w:val="none" w:sz="0" w:space="0" w:color="auto"/>
        <w:left w:val="none" w:sz="0" w:space="0" w:color="auto"/>
        <w:bottom w:val="none" w:sz="0" w:space="0" w:color="auto"/>
        <w:right w:val="none" w:sz="0" w:space="0" w:color="auto"/>
      </w:divBdr>
    </w:div>
    <w:div w:id="1788423819">
      <w:marLeft w:val="0"/>
      <w:marRight w:val="0"/>
      <w:marTop w:val="0"/>
      <w:marBottom w:val="0"/>
      <w:divBdr>
        <w:top w:val="none" w:sz="0" w:space="0" w:color="auto"/>
        <w:left w:val="none" w:sz="0" w:space="0" w:color="auto"/>
        <w:bottom w:val="none" w:sz="0" w:space="0" w:color="auto"/>
        <w:right w:val="none" w:sz="0" w:space="0" w:color="auto"/>
      </w:divBdr>
    </w:div>
    <w:div w:id="1788423820">
      <w:marLeft w:val="0"/>
      <w:marRight w:val="0"/>
      <w:marTop w:val="0"/>
      <w:marBottom w:val="0"/>
      <w:divBdr>
        <w:top w:val="none" w:sz="0" w:space="0" w:color="auto"/>
        <w:left w:val="none" w:sz="0" w:space="0" w:color="auto"/>
        <w:bottom w:val="none" w:sz="0" w:space="0" w:color="auto"/>
        <w:right w:val="none" w:sz="0" w:space="0" w:color="auto"/>
      </w:divBdr>
    </w:div>
    <w:div w:id="1788423821">
      <w:marLeft w:val="0"/>
      <w:marRight w:val="0"/>
      <w:marTop w:val="0"/>
      <w:marBottom w:val="0"/>
      <w:divBdr>
        <w:top w:val="none" w:sz="0" w:space="0" w:color="auto"/>
        <w:left w:val="none" w:sz="0" w:space="0" w:color="auto"/>
        <w:bottom w:val="none" w:sz="0" w:space="0" w:color="auto"/>
        <w:right w:val="none" w:sz="0" w:space="0" w:color="auto"/>
      </w:divBdr>
      <w:divsChild>
        <w:div w:id="1788423818">
          <w:marLeft w:val="0"/>
          <w:marRight w:val="0"/>
          <w:marTop w:val="0"/>
          <w:marBottom w:val="0"/>
          <w:divBdr>
            <w:top w:val="none" w:sz="0" w:space="0" w:color="auto"/>
            <w:left w:val="none" w:sz="0" w:space="0" w:color="auto"/>
            <w:bottom w:val="none" w:sz="0" w:space="0" w:color="auto"/>
            <w:right w:val="none" w:sz="0" w:space="0" w:color="auto"/>
          </w:divBdr>
          <w:divsChild>
            <w:div w:id="1788423823">
              <w:marLeft w:val="0"/>
              <w:marRight w:val="0"/>
              <w:marTop w:val="0"/>
              <w:marBottom w:val="0"/>
              <w:divBdr>
                <w:top w:val="none" w:sz="0" w:space="0" w:color="auto"/>
                <w:left w:val="none" w:sz="0" w:space="0" w:color="auto"/>
                <w:bottom w:val="none" w:sz="0" w:space="0" w:color="auto"/>
                <w:right w:val="none" w:sz="0" w:space="0" w:color="auto"/>
              </w:divBdr>
              <w:divsChild>
                <w:div w:id="1788423822">
                  <w:marLeft w:val="0"/>
                  <w:marRight w:val="0"/>
                  <w:marTop w:val="0"/>
                  <w:marBottom w:val="0"/>
                  <w:divBdr>
                    <w:top w:val="none" w:sz="0" w:space="0" w:color="auto"/>
                    <w:left w:val="none" w:sz="0" w:space="0" w:color="auto"/>
                    <w:bottom w:val="none" w:sz="0" w:space="0" w:color="auto"/>
                    <w:right w:val="none" w:sz="0" w:space="0" w:color="auto"/>
                  </w:divBdr>
                  <w:divsChild>
                    <w:div w:id="178842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423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3f%3f%3f%20%3f%3f%3f%3f%3f%3f%3f%3f%3f\Downloads\%3f%3f%3f%3f%20%3f%3f%3f%3f%3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?????.dotx</Template>
  <TotalTime>97</TotalTime>
  <Pages>4</Pages>
  <Words>1637</Words>
  <Characters>9331</Characters>
  <Application>Microsoft Office Word</Application>
  <DocSecurity>0</DocSecurity>
  <Lines>77</Lines>
  <Paragraphs>21</Paragraphs>
  <ScaleCrop>false</ScaleCrop>
  <Company>Home</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18</cp:revision>
  <cp:lastPrinted>2017-06-23T06:40:00Z</cp:lastPrinted>
  <dcterms:created xsi:type="dcterms:W3CDTF">2017-05-16T12:57:00Z</dcterms:created>
  <dcterms:modified xsi:type="dcterms:W3CDTF">2017-06-30T07:13:00Z</dcterms:modified>
</cp:coreProperties>
</file>